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62FC8AC4" w:rsidR="00E40DA0" w:rsidRPr="00256A9B" w:rsidRDefault="00084585" w:rsidP="00256A9B">
      <w:pPr>
        <w:pStyle w:val="NormalnyWeb"/>
        <w:tabs>
          <w:tab w:val="right" w:pos="8653"/>
        </w:tabs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en-US"/>
        </w:rPr>
      </w:pPr>
      <w:r>
        <w:rPr>
          <w:rStyle w:val="normaltextrun"/>
          <w:rFonts w:ascii="Verdana" w:eastAsia="Verdana" w:hAnsi="Verdana"/>
          <w:b/>
          <w:bCs/>
          <w:color w:val="000000"/>
          <w:sz w:val="32"/>
          <w:szCs w:val="32"/>
          <w:shd w:val="clear" w:color="auto" w:fill="FFFFFF"/>
          <w:lang w:val="pt-PT"/>
        </w:rPr>
        <w:tab/>
        <w:t>Comunicado à imprensa</w:t>
      </w:r>
    </w:p>
    <w:p w14:paraId="5C0CFFE2" w14:textId="6C5E70C0" w:rsidR="008736F3" w:rsidRDefault="00084585" w:rsidP="008736F3">
      <w:pPr>
        <w:rPr>
          <w:rFonts w:ascii="Verdana" w:hAnsi="Verdana"/>
          <w:sz w:val="24"/>
          <w:szCs w:val="24"/>
          <w:u w:val="single"/>
          <w:lang w:val="en-US"/>
        </w:rPr>
      </w:pPr>
      <w:r>
        <w:rPr>
          <w:rFonts w:ascii="Verdana" w:eastAsia="Verdana" w:hAnsi="Verdana"/>
          <w:sz w:val="24"/>
          <w:szCs w:val="24"/>
          <w:u w:val="single"/>
          <w:lang w:val="pt-PT"/>
        </w:rPr>
        <w:t>Novas transmissões e AutoTrac</w:t>
      </w:r>
      <w:r>
        <w:rPr>
          <w:rFonts w:ascii="Verdana" w:eastAsia="Verdana" w:hAnsi="Verdana"/>
          <w:sz w:val="24"/>
          <w:szCs w:val="24"/>
          <w:u w:val="single"/>
          <w:vertAlign w:val="superscript"/>
          <w:lang w:val="pt-PT"/>
        </w:rPr>
        <w:t>TM</w:t>
      </w:r>
      <w:r>
        <w:rPr>
          <w:rFonts w:ascii="Verdana" w:eastAsia="Verdana" w:hAnsi="Verdana"/>
          <w:sz w:val="24"/>
          <w:szCs w:val="24"/>
          <w:u w:val="single"/>
          <w:lang w:val="pt-PT"/>
        </w:rPr>
        <w:t xml:space="preserve"> integrado </w:t>
      </w:r>
    </w:p>
    <w:p w14:paraId="79C15DC9" w14:textId="77777777" w:rsidR="008736F3" w:rsidRPr="008C558A" w:rsidRDefault="00084585" w:rsidP="008736F3">
      <w:pPr>
        <w:rPr>
          <w:rFonts w:ascii="Verdana" w:hAnsi="Verdana"/>
          <w:b/>
          <w:bCs/>
          <w:sz w:val="32"/>
          <w:szCs w:val="32"/>
          <w:lang w:val="en-US"/>
        </w:rPr>
      </w:pPr>
      <w:r>
        <w:rPr>
          <w:rFonts w:ascii="Verdana" w:eastAsia="Verdana" w:hAnsi="Verdana"/>
          <w:b/>
          <w:bCs/>
          <w:sz w:val="32"/>
          <w:szCs w:val="32"/>
          <w:lang w:val="pt-PT"/>
        </w:rPr>
        <w:t xml:space="preserve">A John Deere apresenta o novo trator 5M </w:t>
      </w:r>
    </w:p>
    <w:p w14:paraId="0A37DC50" w14:textId="77777777" w:rsidR="008736F3" w:rsidRPr="008C558A" w:rsidRDefault="008736F3" w:rsidP="008736F3">
      <w:pPr>
        <w:jc w:val="both"/>
        <w:rPr>
          <w:rFonts w:ascii="Verdana" w:hAnsi="Verdana"/>
          <w:sz w:val="24"/>
          <w:szCs w:val="24"/>
          <w:lang w:val="en-US"/>
        </w:rPr>
      </w:pPr>
    </w:p>
    <w:p w14:paraId="1AE5DCC8" w14:textId="77777777" w:rsidR="0017702D" w:rsidRDefault="00084585" w:rsidP="0017702D">
      <w:pPr>
        <w:spacing w:line="276" w:lineRule="auto"/>
        <w:jc w:val="both"/>
        <w:rPr>
          <w:rFonts w:ascii="Verdana" w:eastAsia="Verdana" w:hAnsi="Verdana"/>
          <w:sz w:val="24"/>
          <w:szCs w:val="24"/>
          <w:lang w:val="es-ES"/>
        </w:rPr>
      </w:pPr>
      <w:r>
        <w:rPr>
          <w:rFonts w:ascii="Verdana" w:eastAsia="Verdana" w:hAnsi="Verdana"/>
          <w:i/>
          <w:iCs/>
          <w:sz w:val="24"/>
          <w:szCs w:val="24"/>
          <w:lang w:val="pt-PT"/>
        </w:rPr>
        <w:t>Walldorf, 15 de março de 2024</w:t>
      </w:r>
      <w:r>
        <w:rPr>
          <w:rFonts w:ascii="Verdana" w:eastAsia="Verdana" w:hAnsi="Verdana"/>
          <w:sz w:val="24"/>
          <w:szCs w:val="24"/>
          <w:lang w:val="pt-PT"/>
        </w:rPr>
        <w:t xml:space="preserve"> — Disponível com novas transmissões e funcionalidades AutoTrac</w:t>
      </w:r>
      <w:r>
        <w:rPr>
          <w:rFonts w:ascii="Verdana" w:eastAsia="Verdana" w:hAnsi="Verdana"/>
          <w:sz w:val="24"/>
          <w:szCs w:val="24"/>
          <w:vertAlign w:val="superscript"/>
          <w:lang w:val="pt-PT"/>
        </w:rPr>
        <w:t>TM</w:t>
      </w:r>
      <w:r>
        <w:rPr>
          <w:rFonts w:ascii="Verdana" w:eastAsia="Verdana" w:hAnsi="Verdana"/>
          <w:sz w:val="24"/>
          <w:szCs w:val="24"/>
          <w:lang w:val="pt-PT"/>
        </w:rPr>
        <w:t xml:space="preserve"> integradas no painel de instrumentos, o novo 5M da John Deere é uma máquina versátil no campo, na exploração agrícola e na estrada. A John Deere introduziu também o 5130M na gama de modelos, </w:t>
      </w:r>
    </w:p>
    <w:p w14:paraId="5DA24957" w14:textId="3D82398D" w:rsidR="0017702D" w:rsidRPr="00C83B14" w:rsidRDefault="0017702D" w:rsidP="0017702D">
      <w:pPr>
        <w:spacing w:line="276" w:lineRule="auto"/>
        <w:jc w:val="both"/>
        <w:rPr>
          <w:rFonts w:ascii="Verdana" w:hAnsi="Verdana"/>
          <w:sz w:val="24"/>
          <w:szCs w:val="24"/>
          <w:lang w:val="es-ES"/>
        </w:rPr>
      </w:pPr>
      <w:r>
        <w:rPr>
          <w:rFonts w:ascii="Verdana" w:eastAsia="Verdana" w:hAnsi="Verdana"/>
          <w:sz w:val="24"/>
          <w:szCs w:val="24"/>
          <w:lang w:val="es-ES"/>
        </w:rPr>
        <w:t xml:space="preserve">ampliando </w:t>
      </w:r>
      <w:r w:rsidR="0076025C">
        <w:rPr>
          <w:rFonts w:ascii="Verdana" w:eastAsia="Verdana" w:hAnsi="Verdana"/>
          <w:sz w:val="24"/>
          <w:szCs w:val="24"/>
          <w:lang w:val="es-ES"/>
        </w:rPr>
        <w:t>o</w:t>
      </w:r>
      <w:r>
        <w:rPr>
          <w:rFonts w:ascii="Verdana" w:eastAsia="Verdana" w:hAnsi="Verdana"/>
          <w:sz w:val="24"/>
          <w:szCs w:val="24"/>
          <w:lang w:val="es-ES"/>
        </w:rPr>
        <w:t xml:space="preserve"> </w:t>
      </w:r>
      <w:proofErr w:type="spellStart"/>
      <w:r w:rsidR="0076025C">
        <w:rPr>
          <w:rFonts w:ascii="Verdana" w:eastAsia="Verdana" w:hAnsi="Verdana"/>
          <w:sz w:val="24"/>
          <w:szCs w:val="24"/>
          <w:lang w:val="es-ES"/>
        </w:rPr>
        <w:t>portefólio</w:t>
      </w:r>
      <w:proofErr w:type="spellEnd"/>
      <w:r w:rsidR="0076025C">
        <w:rPr>
          <w:rFonts w:ascii="Verdana" w:eastAsia="Verdana" w:hAnsi="Verdana"/>
          <w:sz w:val="24"/>
          <w:szCs w:val="24"/>
          <w:lang w:val="es-ES"/>
        </w:rPr>
        <w:t xml:space="preserve"> </w:t>
      </w:r>
      <w:proofErr w:type="spellStart"/>
      <w:r>
        <w:rPr>
          <w:rFonts w:ascii="Verdana" w:eastAsia="Verdana" w:hAnsi="Verdana"/>
          <w:sz w:val="24"/>
          <w:szCs w:val="24"/>
          <w:lang w:val="es-ES"/>
        </w:rPr>
        <w:t>co</w:t>
      </w:r>
      <w:r w:rsidR="0076025C">
        <w:rPr>
          <w:rFonts w:ascii="Verdana" w:eastAsia="Verdana" w:hAnsi="Verdana"/>
          <w:sz w:val="24"/>
          <w:szCs w:val="24"/>
          <w:lang w:val="es-ES"/>
        </w:rPr>
        <w:t>m</w:t>
      </w:r>
      <w:proofErr w:type="spellEnd"/>
      <w:r>
        <w:rPr>
          <w:rFonts w:ascii="Verdana" w:eastAsia="Verdana" w:hAnsi="Verdana"/>
          <w:sz w:val="24"/>
          <w:szCs w:val="24"/>
          <w:lang w:val="es-ES"/>
        </w:rPr>
        <w:t xml:space="preserve"> </w:t>
      </w:r>
      <w:proofErr w:type="spellStart"/>
      <w:r>
        <w:rPr>
          <w:rFonts w:ascii="Verdana" w:eastAsia="Verdana" w:hAnsi="Verdana"/>
          <w:sz w:val="24"/>
          <w:szCs w:val="24"/>
          <w:lang w:val="es-ES"/>
        </w:rPr>
        <w:t>u</w:t>
      </w:r>
      <w:r w:rsidR="0076025C">
        <w:rPr>
          <w:rFonts w:ascii="Verdana" w:eastAsia="Verdana" w:hAnsi="Verdana"/>
          <w:sz w:val="24"/>
          <w:szCs w:val="24"/>
          <w:lang w:val="es-ES"/>
        </w:rPr>
        <w:t>m</w:t>
      </w:r>
      <w:r>
        <w:rPr>
          <w:rFonts w:ascii="Verdana" w:eastAsia="Verdana" w:hAnsi="Verdana"/>
          <w:sz w:val="24"/>
          <w:szCs w:val="24"/>
          <w:lang w:val="es-ES"/>
        </w:rPr>
        <w:t>a</w:t>
      </w:r>
      <w:proofErr w:type="spellEnd"/>
      <w:r>
        <w:rPr>
          <w:rFonts w:ascii="Verdana" w:eastAsia="Verdana" w:hAnsi="Verdana"/>
          <w:sz w:val="24"/>
          <w:szCs w:val="24"/>
          <w:lang w:val="es-ES"/>
        </w:rPr>
        <w:t xml:space="preserve"> </w:t>
      </w:r>
      <w:proofErr w:type="spellStart"/>
      <w:r>
        <w:rPr>
          <w:rFonts w:ascii="Verdana" w:eastAsia="Verdana" w:hAnsi="Verdana"/>
          <w:sz w:val="24"/>
          <w:szCs w:val="24"/>
          <w:lang w:val="es-ES"/>
        </w:rPr>
        <w:t>pot</w:t>
      </w:r>
      <w:r w:rsidR="0076025C">
        <w:rPr>
          <w:rFonts w:ascii="Verdana" w:eastAsia="Verdana" w:hAnsi="Verdana"/>
          <w:sz w:val="24"/>
          <w:szCs w:val="24"/>
          <w:lang w:val="es-ES"/>
        </w:rPr>
        <w:t>ê</w:t>
      </w:r>
      <w:r>
        <w:rPr>
          <w:rFonts w:ascii="Verdana" w:eastAsia="Verdana" w:hAnsi="Verdana"/>
          <w:sz w:val="24"/>
          <w:szCs w:val="24"/>
          <w:lang w:val="es-ES"/>
        </w:rPr>
        <w:t>ncia</w:t>
      </w:r>
      <w:proofErr w:type="spellEnd"/>
      <w:r>
        <w:rPr>
          <w:rFonts w:ascii="Verdana" w:eastAsia="Verdana" w:hAnsi="Verdana"/>
          <w:sz w:val="24"/>
          <w:szCs w:val="24"/>
          <w:lang w:val="es-ES"/>
        </w:rPr>
        <w:t xml:space="preserve"> máxima de </w:t>
      </w:r>
      <w:r w:rsidR="0076025C">
        <w:rPr>
          <w:rFonts w:ascii="Verdana" w:eastAsia="Verdana" w:hAnsi="Verdana"/>
          <w:sz w:val="24"/>
          <w:szCs w:val="24"/>
          <w:lang w:val="es-ES"/>
        </w:rPr>
        <w:t xml:space="preserve">até </w:t>
      </w:r>
      <w:r>
        <w:rPr>
          <w:rFonts w:ascii="Verdana" w:eastAsia="Verdana" w:hAnsi="Verdana"/>
          <w:sz w:val="24"/>
          <w:szCs w:val="24"/>
          <w:lang w:val="es-ES"/>
        </w:rPr>
        <w:t xml:space="preserve">135 </w:t>
      </w:r>
      <w:proofErr w:type="spellStart"/>
      <w:r>
        <w:rPr>
          <w:rFonts w:ascii="Verdana" w:eastAsia="Verdana" w:hAnsi="Verdana"/>
          <w:sz w:val="24"/>
          <w:szCs w:val="24"/>
          <w:lang w:val="es-ES"/>
        </w:rPr>
        <w:t>cv</w:t>
      </w:r>
      <w:proofErr w:type="spellEnd"/>
      <w:r>
        <w:rPr>
          <w:rFonts w:ascii="Verdana" w:eastAsia="Verdana" w:hAnsi="Verdana"/>
          <w:sz w:val="24"/>
          <w:szCs w:val="24"/>
          <w:lang w:val="es-ES"/>
        </w:rPr>
        <w:t>.</w:t>
      </w:r>
    </w:p>
    <w:p w14:paraId="1C0B98F2" w14:textId="53D2F6D3" w:rsidR="008736F3" w:rsidRDefault="00084585" w:rsidP="00345E43">
      <w:pPr>
        <w:spacing w:line="276" w:lineRule="auto"/>
        <w:jc w:val="both"/>
        <w:rPr>
          <w:rFonts w:ascii="Verdana" w:hAnsi="Verdana"/>
          <w:sz w:val="24"/>
          <w:szCs w:val="24"/>
          <w:lang w:val="en-US"/>
        </w:rPr>
      </w:pPr>
      <w:r>
        <w:rPr>
          <w:rFonts w:ascii="Verdana" w:eastAsia="Verdana" w:hAnsi="Verdana"/>
          <w:sz w:val="24"/>
          <w:szCs w:val="24"/>
          <w:lang w:val="pt-PT"/>
        </w:rPr>
        <w:t>.</w:t>
      </w:r>
    </w:p>
    <w:p w14:paraId="03F73204" w14:textId="77777777" w:rsidR="008736F3" w:rsidRPr="008C558A" w:rsidRDefault="008736F3" w:rsidP="00345E43">
      <w:pPr>
        <w:spacing w:line="276" w:lineRule="auto"/>
        <w:jc w:val="both"/>
        <w:rPr>
          <w:rFonts w:ascii="Verdana" w:hAnsi="Verdana"/>
          <w:sz w:val="24"/>
          <w:szCs w:val="24"/>
          <w:lang w:val="en-US"/>
        </w:rPr>
      </w:pPr>
    </w:p>
    <w:p w14:paraId="3D467C79" w14:textId="5F53E58D" w:rsidR="008736F3" w:rsidRDefault="00084585" w:rsidP="00345E43">
      <w:pPr>
        <w:spacing w:line="276" w:lineRule="auto"/>
        <w:jc w:val="both"/>
        <w:rPr>
          <w:rFonts w:ascii="Verdana" w:hAnsi="Verdana"/>
          <w:sz w:val="24"/>
          <w:szCs w:val="24"/>
          <w:lang w:val="en-US"/>
        </w:rPr>
      </w:pPr>
      <w:r>
        <w:rPr>
          <w:rFonts w:ascii="Verdana" w:eastAsia="Verdana" w:hAnsi="Verdana"/>
          <w:sz w:val="24"/>
          <w:szCs w:val="24"/>
          <w:lang w:val="pt-PT"/>
        </w:rPr>
        <w:t>As novas opções de transmissão PowrQuad</w:t>
      </w:r>
      <w:r>
        <w:rPr>
          <w:rFonts w:ascii="Verdana" w:eastAsia="Verdana" w:hAnsi="Verdana"/>
          <w:sz w:val="24"/>
          <w:szCs w:val="24"/>
          <w:vertAlign w:val="superscript"/>
          <w:lang w:val="pt-PT"/>
        </w:rPr>
        <w:t>TM</w:t>
      </w:r>
      <w:r>
        <w:rPr>
          <w:rFonts w:ascii="Verdana" w:eastAsia="Verdana" w:hAnsi="Verdana"/>
          <w:sz w:val="24"/>
          <w:szCs w:val="24"/>
          <w:lang w:val="pt-PT"/>
        </w:rPr>
        <w:t xml:space="preserve"> PLUS e Powr8</w:t>
      </w:r>
      <w:r>
        <w:rPr>
          <w:rFonts w:ascii="Verdana" w:eastAsia="Verdana" w:hAnsi="Verdana"/>
          <w:sz w:val="24"/>
          <w:szCs w:val="24"/>
          <w:vertAlign w:val="superscript"/>
          <w:lang w:val="pt-PT"/>
        </w:rPr>
        <w:t>TM</w:t>
      </w:r>
      <w:r>
        <w:rPr>
          <w:rFonts w:ascii="Verdana" w:eastAsia="Verdana" w:hAnsi="Verdana"/>
          <w:sz w:val="24"/>
          <w:szCs w:val="24"/>
          <w:lang w:val="pt-PT"/>
        </w:rPr>
        <w:t xml:space="preserve"> oferecem aos agricultores soluções para uma grande variedade de tarefas. A tecnologia permite aos operadores experienciar uma força de tração contínua com mudanças de velocidade suaves dentro do grupo selecionado. Adicionalmente, um botão na alavanca elimina a necessidade de aplicar manualmente a embraiagem ao mudar de velocidade entre grupos. Graças à funcionalidade EcoShift, o trator 5M reduz as rotações para poupar combustível e fornece simultaneamente potência suficiente para realizar as tarefas de transporte de forma eficiente </w:t>
      </w:r>
      <w:r w:rsidR="004B2652">
        <w:rPr>
          <w:rFonts w:ascii="Verdana" w:eastAsia="Verdana" w:hAnsi="Verdana"/>
          <w:sz w:val="24"/>
          <w:szCs w:val="24"/>
          <w:lang w:val="pt-PT"/>
        </w:rPr>
        <w:t>com uma velocidade de</w:t>
      </w:r>
      <w:r w:rsidR="00AF651C">
        <w:rPr>
          <w:rFonts w:ascii="Verdana" w:eastAsia="Verdana" w:hAnsi="Verdana"/>
          <w:sz w:val="24"/>
          <w:szCs w:val="24"/>
          <w:lang w:val="pt-PT"/>
        </w:rPr>
        <w:t xml:space="preserve"> até</w:t>
      </w:r>
      <w:r>
        <w:rPr>
          <w:rFonts w:ascii="Verdana" w:eastAsia="Verdana" w:hAnsi="Verdana"/>
          <w:sz w:val="24"/>
          <w:szCs w:val="24"/>
          <w:lang w:val="pt-PT"/>
        </w:rPr>
        <w:t xml:space="preserve"> 40 km/h.</w:t>
      </w:r>
    </w:p>
    <w:p w14:paraId="54221090" w14:textId="77777777" w:rsidR="008736F3" w:rsidRPr="008C558A" w:rsidRDefault="008736F3" w:rsidP="00345E43">
      <w:pPr>
        <w:spacing w:line="276" w:lineRule="auto"/>
        <w:jc w:val="both"/>
        <w:rPr>
          <w:rFonts w:ascii="Verdana" w:hAnsi="Verdana"/>
          <w:sz w:val="24"/>
          <w:szCs w:val="24"/>
          <w:lang w:val="en-US"/>
        </w:rPr>
      </w:pPr>
    </w:p>
    <w:p w14:paraId="39E23FA7" w14:textId="7B27D4D0" w:rsidR="008736F3" w:rsidRPr="00FF4E48" w:rsidRDefault="00084585" w:rsidP="00345E43">
      <w:pPr>
        <w:spacing w:line="276" w:lineRule="auto"/>
        <w:jc w:val="both"/>
        <w:rPr>
          <w:rFonts w:ascii="Verdana" w:hAnsi="Verdana"/>
          <w:sz w:val="24"/>
          <w:szCs w:val="24"/>
          <w:lang w:val="pt-PT"/>
        </w:rPr>
      </w:pPr>
      <w:r>
        <w:rPr>
          <w:rFonts w:ascii="Verdana" w:eastAsia="Verdana" w:hAnsi="Verdana"/>
          <w:sz w:val="24"/>
          <w:szCs w:val="24"/>
          <w:lang w:val="pt-PT"/>
        </w:rPr>
        <w:t>A integração do AutoTrac</w:t>
      </w:r>
      <w:r>
        <w:rPr>
          <w:rFonts w:ascii="Verdana" w:eastAsia="Verdana" w:hAnsi="Verdana"/>
          <w:sz w:val="24"/>
          <w:szCs w:val="24"/>
          <w:vertAlign w:val="superscript"/>
          <w:lang w:val="pt-PT"/>
        </w:rPr>
        <w:t>TM</w:t>
      </w:r>
      <w:r>
        <w:rPr>
          <w:rFonts w:ascii="Verdana" w:eastAsia="Verdana" w:hAnsi="Verdana"/>
          <w:sz w:val="24"/>
          <w:szCs w:val="24"/>
          <w:lang w:val="pt-PT"/>
        </w:rPr>
        <w:t xml:space="preserve"> no painel de instrumentos — uma funcionalidade que, para proprietários de tratores da série 6M, está presente no monitor </w:t>
      </w:r>
      <w:r w:rsidR="00AF651C">
        <w:rPr>
          <w:rFonts w:ascii="Verdana" w:eastAsia="Verdana" w:hAnsi="Verdana"/>
          <w:sz w:val="24"/>
          <w:szCs w:val="24"/>
          <w:lang w:val="pt-PT"/>
        </w:rPr>
        <w:t xml:space="preserve">do poste </w:t>
      </w:r>
      <w:proofErr w:type="gramStart"/>
      <w:r w:rsidR="00AF651C">
        <w:rPr>
          <w:rFonts w:ascii="Verdana" w:eastAsia="Verdana" w:hAnsi="Verdana"/>
          <w:sz w:val="24"/>
          <w:szCs w:val="24"/>
          <w:lang w:val="pt-PT"/>
        </w:rPr>
        <w:t xml:space="preserve">direito </w:t>
      </w:r>
      <w:r>
        <w:rPr>
          <w:rFonts w:ascii="Verdana" w:eastAsia="Verdana" w:hAnsi="Verdana"/>
          <w:sz w:val="24"/>
          <w:szCs w:val="24"/>
          <w:lang w:val="pt-PT"/>
        </w:rPr>
        <w:t xml:space="preserve"> —</w:t>
      </w:r>
      <w:proofErr w:type="gramEnd"/>
      <w:r>
        <w:rPr>
          <w:rFonts w:ascii="Verdana" w:eastAsia="Verdana" w:hAnsi="Verdana"/>
          <w:sz w:val="24"/>
          <w:szCs w:val="24"/>
          <w:lang w:val="pt-PT"/>
        </w:rPr>
        <w:t xml:space="preserve"> aumenta a precisão e a eficiência ao minimizar as sobreposições durante trabalhos no campo . O sistema de guiamento ajuda a manter a trajetória em tarefas em campo em linha reta. É possível realizar, a qualquer momento, uma atualização para funcionalidades de guiamento mais avançadas com um monitor universal G5.</w:t>
      </w:r>
    </w:p>
    <w:p w14:paraId="37B0AD41" w14:textId="77777777" w:rsidR="008736F3" w:rsidRPr="00FF4E48" w:rsidRDefault="008736F3" w:rsidP="00345E43">
      <w:pPr>
        <w:spacing w:line="276" w:lineRule="auto"/>
        <w:jc w:val="both"/>
        <w:rPr>
          <w:rFonts w:ascii="Verdana" w:hAnsi="Verdana"/>
          <w:sz w:val="24"/>
          <w:szCs w:val="24"/>
          <w:lang w:val="pt-PT"/>
        </w:rPr>
      </w:pPr>
    </w:p>
    <w:p w14:paraId="77CF385B" w14:textId="67506D49" w:rsidR="00F612C0" w:rsidRPr="00345E43" w:rsidRDefault="00084585" w:rsidP="00345E43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  <w:lang w:val="en-US"/>
        </w:rPr>
      </w:pPr>
      <w:r>
        <w:rPr>
          <w:rFonts w:ascii="Verdana" w:eastAsia="Verdana" w:hAnsi="Verdana"/>
          <w:sz w:val="24"/>
          <w:szCs w:val="24"/>
          <w:lang w:val="pt-PT"/>
        </w:rPr>
        <w:t xml:space="preserve">Com um raio de viragem compacto de 4,1 metros, a série 5M da John Deere proporciona uma manobrabilidade excecional e torna-se adequada para trabalhos </w:t>
      </w:r>
      <w:r w:rsidR="007917D8">
        <w:rPr>
          <w:rFonts w:ascii="Verdana" w:eastAsia="Verdana" w:hAnsi="Verdana"/>
          <w:sz w:val="24"/>
          <w:szCs w:val="24"/>
          <w:lang w:val="pt-PT"/>
        </w:rPr>
        <w:t xml:space="preserve">na </w:t>
      </w:r>
      <w:proofErr w:type="gramStart"/>
      <w:r w:rsidR="007917D8">
        <w:rPr>
          <w:rFonts w:ascii="Verdana" w:eastAsia="Verdana" w:hAnsi="Verdana"/>
          <w:sz w:val="24"/>
          <w:szCs w:val="24"/>
          <w:lang w:val="pt-PT"/>
        </w:rPr>
        <w:t xml:space="preserve">exploração </w:t>
      </w:r>
      <w:r>
        <w:rPr>
          <w:rFonts w:ascii="Verdana" w:eastAsia="Verdana" w:hAnsi="Verdana"/>
          <w:sz w:val="24"/>
          <w:szCs w:val="24"/>
          <w:lang w:val="pt-PT"/>
        </w:rPr>
        <w:t xml:space="preserve"> e</w:t>
      </w:r>
      <w:proofErr w:type="gramEnd"/>
      <w:r>
        <w:rPr>
          <w:rFonts w:ascii="Verdana" w:eastAsia="Verdana" w:hAnsi="Verdana"/>
          <w:sz w:val="24"/>
          <w:szCs w:val="24"/>
          <w:lang w:val="pt-PT"/>
        </w:rPr>
        <w:t xml:space="preserve"> tarefas de alimentação </w:t>
      </w:r>
      <w:r w:rsidR="007729C1">
        <w:rPr>
          <w:rFonts w:ascii="Verdana" w:eastAsia="Verdana" w:hAnsi="Verdana"/>
          <w:sz w:val="24"/>
          <w:szCs w:val="24"/>
          <w:lang w:val="pt-PT"/>
        </w:rPr>
        <w:t xml:space="preserve">para o gado </w:t>
      </w:r>
      <w:r>
        <w:rPr>
          <w:rFonts w:ascii="Verdana" w:eastAsia="Verdana" w:hAnsi="Verdana"/>
          <w:sz w:val="24"/>
          <w:szCs w:val="24"/>
          <w:lang w:val="pt-PT"/>
        </w:rPr>
        <w:t xml:space="preserve"> em espaços confinados. O capô rebaixado e a grande janela no </w:t>
      </w:r>
      <w:r>
        <w:rPr>
          <w:rFonts w:ascii="Verdana" w:eastAsia="Verdana" w:hAnsi="Verdana"/>
          <w:sz w:val="24"/>
          <w:szCs w:val="24"/>
          <w:lang w:val="pt-PT"/>
        </w:rPr>
        <w:lastRenderedPageBreak/>
        <w:t>tejadilho oferecem aos operadores uma excelente visibilidade, especialmente em tarefas com a pá-carregadora. A nova série 5M inclui a funcionalidade de análise preditiva Expert Alerts, que possibilita o reconhecimento antecipado de necessidades de manutenção, reforçando a fiabilidade operacional e reduzindo tempos de inatividade inesperados.</w:t>
      </w:r>
    </w:p>
    <w:sectPr w:rsidR="00F612C0" w:rsidRPr="00345E43" w:rsidSect="0009626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E6602" w14:textId="77777777" w:rsidR="00096268" w:rsidRDefault="00096268">
      <w:r>
        <w:separator/>
      </w:r>
    </w:p>
  </w:endnote>
  <w:endnote w:type="continuationSeparator" w:id="0">
    <w:p w14:paraId="0642778A" w14:textId="77777777" w:rsidR="00096268" w:rsidRDefault="0009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084585">
    <w:pPr>
      <w:pStyle w:val="Stopka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0C964A1" wp14:editId="392633E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Textfeld 1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B83697F" w14:textId="77777777" w:rsidR="00515A0D" w:rsidRPr="00515A0D" w:rsidRDefault="00084585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lang w:val="pt-PT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30C964A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" o:allowincell="f" filled="f" stroked="f" strokeweight=".5pt">
              <v:textbox inset=",0,20pt,0">
                <w:txbxContent>
                  <w:p w14:paraId="4B83697F" w14:textId="77777777" w:rsidR="00515A0D" w:rsidRPr="00515A0D" w:rsidRDefault="00084585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lang w:val="pt-PT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EC58" w14:textId="11906F3A" w:rsidR="00EA6EC7" w:rsidRPr="00EA6EC7" w:rsidRDefault="00084585" w:rsidP="00EA6EC7">
    <w:pPr>
      <w:jc w:val="center"/>
      <w:rPr>
        <w:rFonts w:cs="Arial"/>
        <w:color w:val="000000"/>
        <w:sz w:val="14"/>
        <w:szCs w:val="14"/>
      </w:rPr>
    </w:pPr>
    <w:r>
      <w:rPr>
        <w:rFonts w:cs="Arial"/>
        <w:noProof/>
        <w:color w:val="000000"/>
        <w:sz w:val="14"/>
        <w:szCs w:val="14"/>
        <w:shd w:val="clear" w:color="auto" w:fill="E6E6E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41FCBAA" wp14:editId="62D51405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Textfeld 3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433D11" w14:textId="77777777" w:rsidR="00515A0D" w:rsidRPr="00515A0D" w:rsidRDefault="00084585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lang w:val="pt-PT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w14:anchorId="541FCBAA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" o:allowincell="f" filled="f" stroked="f" strokeweight=".5pt">
              <v:textbox inset=",0,20pt,0">
                <w:txbxContent>
                  <w:p w14:paraId="53433D11" w14:textId="77777777" w:rsidR="00515A0D" w:rsidRPr="00515A0D" w:rsidRDefault="00084585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lang w:val="pt-PT"/>
                      </w:rPr>
                      <w:t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eastAsia="Arial" w:cs="Arial"/>
        <w:color w:val="000000"/>
        <w:sz w:val="14"/>
        <w:szCs w:val="14"/>
        <w:lang w:val="pt-PT"/>
      </w:rPr>
      <w:t xml:space="preserve">John Deere Walldorf GmbH &amp; Co. KG • Sitz Walldorf • Amtsgericht Mannheim HRA 707944 </w:t>
    </w:r>
  </w:p>
  <w:p w14:paraId="02445F01" w14:textId="7950023A" w:rsidR="00EA6EC7" w:rsidRPr="00EA6EC7" w:rsidRDefault="00084585" w:rsidP="00EA6EC7">
    <w:pPr>
      <w:rPr>
        <w:rFonts w:cs="Arial"/>
        <w:color w:val="000000"/>
        <w:sz w:val="14"/>
        <w:szCs w:val="14"/>
      </w:rPr>
    </w:pPr>
    <w:r>
      <w:rPr>
        <w:rFonts w:eastAsia="Arial" w:cs="Arial"/>
        <w:color w:val="000000"/>
        <w:sz w:val="14"/>
        <w:szCs w:val="14"/>
        <w:lang w:val="pt-PT"/>
      </w:rPr>
      <w:t>Persönlich haftende Gesellschafterin: John Deere Walldorf GmbH, Sitz Luxemburg, Handelsregister Nr.: R.C.S. Luxemburg B220944</w:t>
    </w:r>
  </w:p>
  <w:p w14:paraId="0A2A9013" w14:textId="13FD5520" w:rsidR="00C92C77" w:rsidRPr="00EA6EC7" w:rsidRDefault="00084585" w:rsidP="00EA6EC7">
    <w:pPr>
      <w:jc w:val="center"/>
    </w:pPr>
    <w:r>
      <w:rPr>
        <w:rFonts w:eastAsia="Arial" w:cs="Arial"/>
        <w:color w:val="000000"/>
        <w:sz w:val="14"/>
        <w:szCs w:val="14"/>
        <w:lang w:val="pt-PT"/>
      </w:rPr>
      <w:t>Geschäftsführer: Christian Eichholtz, Deanna Kovar, Alejandro Sáyago, Matthias Steiner, Günther Sucietto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BCF8A" w14:textId="77777777" w:rsidR="00096268" w:rsidRDefault="00096268">
      <w:r>
        <w:separator/>
      </w:r>
    </w:p>
  </w:footnote>
  <w:footnote w:type="continuationSeparator" w:id="0">
    <w:p w14:paraId="23E930B7" w14:textId="77777777" w:rsidR="00096268" w:rsidRDefault="00096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624DFA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084585">
          <w:pPr>
            <w:pStyle w:val="Nagwek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Numerstrony"/>
              <w:b w:val="0"/>
              <w:sz w:val="18"/>
            </w:rPr>
            <w:t xml:space="preserve">- </w:t>
          </w:r>
          <w:r>
            <w:rPr>
              <w:rStyle w:val="Numerstrony"/>
              <w:b w:val="0"/>
              <w:sz w:val="18"/>
            </w:rPr>
            <w:fldChar w:fldCharType="begin"/>
          </w:r>
          <w:r>
            <w:rPr>
              <w:rStyle w:val="Numerstrony"/>
              <w:b w:val="0"/>
              <w:noProof/>
              <w:sz w:val="18"/>
            </w:rPr>
            <w:instrText xml:space="preserve"> PAGE </w:instrText>
          </w:r>
          <w:r>
            <w:rPr>
              <w:color w:val="2B579A"/>
              <w:shd w:val="clear" w:color="auto" w:fill="E6E6E6"/>
            </w:rPr>
            <w:fldChar w:fldCharType="separate"/>
          </w:r>
          <w:r>
            <w:rPr>
              <w:rStyle w:val="Numerstrony"/>
              <w:b w:val="0"/>
              <w:noProof/>
              <w:sz w:val="18"/>
            </w:rPr>
            <w:t>2</w:t>
          </w:r>
          <w:r>
            <w:rPr>
              <w:color w:val="2B579A"/>
              <w:shd w:val="clear" w:color="auto" w:fill="E6E6E6"/>
            </w:rPr>
            <w:fldChar w:fldCharType="end"/>
          </w:r>
          <w:r>
            <w:rPr>
              <w:rStyle w:val="Numerstrony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Nagwek2"/>
            <w:ind w:hanging="142"/>
          </w:pPr>
        </w:p>
      </w:tc>
    </w:tr>
  </w:tbl>
  <w:p w14:paraId="0BDF5DE1" w14:textId="77777777" w:rsidR="00C92C77" w:rsidRDefault="00C92C77">
    <w:pPr>
      <w:pStyle w:val="Nagwek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624DFA" w14:paraId="4CEC36E2" w14:textId="77777777" w:rsidTr="00F34E40">
      <w:tc>
        <w:tcPr>
          <w:tcW w:w="6039" w:type="dxa"/>
        </w:tcPr>
        <w:p w14:paraId="7C3EAF40" w14:textId="77777777" w:rsidR="00F34E40" w:rsidRDefault="00084585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color w:val="2B579A"/>
              <w:sz w:val="24"/>
              <w:shd w:val="clear" w:color="auto" w:fill="E6E6E6"/>
            </w:rPr>
            <w:drawing>
              <wp:anchor distT="0" distB="0" distL="114300" distR="114300" simplePos="0" relativeHeight="251658240" behindDoc="0" locked="0" layoutInCell="1" allowOverlap="1" wp14:anchorId="09A10BD8" wp14:editId="02500D6D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Nagwek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Nagwek"/>
            <w:ind w:left="-142" w:right="-533"/>
            <w:rPr>
              <w:szCs w:val="18"/>
            </w:rPr>
          </w:pPr>
        </w:p>
        <w:p w14:paraId="46318B04" w14:textId="0B3C94B1" w:rsidR="00F34E40" w:rsidRPr="00002C79" w:rsidRDefault="00084585" w:rsidP="00F34E40">
          <w:pPr>
            <w:pStyle w:val="Nagwek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John Deere Walldorf GmbH &amp; Co. KG</w:t>
          </w:r>
        </w:p>
        <w:p w14:paraId="75AEFCA1" w14:textId="5E8DBE19" w:rsidR="00F34E40" w:rsidRPr="00002C79" w:rsidRDefault="00084585" w:rsidP="00F34E40">
          <w:pPr>
            <w:pStyle w:val="Nagwek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John-Deere-Straße 1</w:t>
          </w:r>
        </w:p>
        <w:p w14:paraId="551EA712" w14:textId="77777777" w:rsidR="00F34E40" w:rsidRPr="00002C79" w:rsidRDefault="00084585" w:rsidP="00F34E40">
          <w:pPr>
            <w:pStyle w:val="Nagwek"/>
            <w:ind w:left="-142" w:right="-533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 xml:space="preserve">69190 Walldorf • Alemanha </w:t>
          </w:r>
        </w:p>
        <w:p w14:paraId="0B5B6988" w14:textId="77777777" w:rsidR="00F34E40" w:rsidRPr="00002C79" w:rsidRDefault="00F34E40" w:rsidP="00B86A4A">
          <w:pPr>
            <w:pStyle w:val="Nagwek"/>
            <w:ind w:right="-533"/>
            <w:rPr>
              <w:szCs w:val="18"/>
            </w:rPr>
          </w:pPr>
        </w:p>
      </w:tc>
    </w:tr>
    <w:tr w:rsidR="00624DFA" w14:paraId="16F1B44E" w14:textId="77777777" w:rsidTr="00F34E40">
      <w:tc>
        <w:tcPr>
          <w:tcW w:w="6039" w:type="dxa"/>
        </w:tcPr>
        <w:p w14:paraId="1D0269F3" w14:textId="77777777" w:rsidR="00F34E40" w:rsidRPr="00002C79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3D834F98" w14:textId="77777777" w:rsidR="00FF4E48" w:rsidRDefault="00084585" w:rsidP="00F34E40">
          <w:pPr>
            <w:pStyle w:val="Nagwek"/>
            <w:ind w:right="-533" w:hanging="142"/>
            <w:rPr>
              <w:rFonts w:eastAsia="Arial"/>
              <w:b/>
              <w:bCs/>
              <w:szCs w:val="18"/>
              <w:lang w:val="pt-PT"/>
            </w:rPr>
          </w:pPr>
          <w:r>
            <w:rPr>
              <w:rFonts w:eastAsia="Arial"/>
              <w:b/>
              <w:bCs/>
              <w:szCs w:val="18"/>
              <w:lang w:val="pt-PT"/>
            </w:rPr>
            <w:t xml:space="preserve">Coordenador da imprensa especializada </w:t>
          </w:r>
        </w:p>
        <w:p w14:paraId="189018E0" w14:textId="7AF5A9E2" w:rsidR="0014080B" w:rsidRPr="00FF4E48" w:rsidRDefault="00084585" w:rsidP="00F34E40">
          <w:pPr>
            <w:pStyle w:val="Nagwek"/>
            <w:ind w:right="-533" w:hanging="142"/>
            <w:rPr>
              <w:b/>
              <w:szCs w:val="18"/>
            </w:rPr>
          </w:pPr>
          <w:r>
            <w:rPr>
              <w:rFonts w:eastAsia="Arial"/>
              <w:b/>
              <w:bCs/>
              <w:szCs w:val="18"/>
              <w:lang w:val="pt-PT"/>
            </w:rPr>
            <w:t xml:space="preserve">para </w:t>
          </w: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Ag</w:t>
          </w:r>
          <w:proofErr w:type="spellEnd"/>
          <w:r>
            <w:rPr>
              <w:rFonts w:eastAsia="Arial"/>
              <w:b/>
              <w:bCs/>
              <w:szCs w:val="18"/>
              <w:lang w:val="pt-PT"/>
            </w:rPr>
            <w:t xml:space="preserve"> &amp; </w:t>
          </w: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Turf</w:t>
          </w:r>
          <w:proofErr w:type="spellEnd"/>
        </w:p>
        <w:p w14:paraId="2D5C64E8" w14:textId="56C23962" w:rsidR="00F34E40" w:rsidRPr="00FF4E48" w:rsidRDefault="00084585" w:rsidP="00F34E40">
          <w:pPr>
            <w:pStyle w:val="Nagwek"/>
            <w:ind w:right="-533" w:hanging="142"/>
            <w:rPr>
              <w:b/>
              <w:szCs w:val="18"/>
            </w:rPr>
          </w:pP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Finn</w:t>
          </w:r>
          <w:proofErr w:type="spellEnd"/>
          <w:r>
            <w:rPr>
              <w:rFonts w:eastAsia="Arial"/>
              <w:b/>
              <w:bCs/>
              <w:szCs w:val="18"/>
              <w:lang w:val="pt-PT"/>
            </w:rPr>
            <w:t xml:space="preserve"> </w:t>
          </w: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Niclas</w:t>
          </w:r>
          <w:proofErr w:type="spellEnd"/>
          <w:r>
            <w:rPr>
              <w:rFonts w:eastAsia="Arial"/>
              <w:b/>
              <w:bCs/>
              <w:szCs w:val="18"/>
              <w:lang w:val="pt-PT"/>
            </w:rPr>
            <w:t xml:space="preserve"> </w:t>
          </w:r>
          <w:proofErr w:type="spellStart"/>
          <w:r>
            <w:rPr>
              <w:rFonts w:eastAsia="Arial"/>
              <w:b/>
              <w:bCs/>
              <w:szCs w:val="18"/>
              <w:lang w:val="pt-PT"/>
            </w:rPr>
            <w:t>Marien</w:t>
          </w:r>
          <w:proofErr w:type="spellEnd"/>
        </w:p>
        <w:p w14:paraId="60F3919F" w14:textId="7CE019CB" w:rsidR="005750F6" w:rsidRPr="00671591" w:rsidRDefault="00084585" w:rsidP="00F34E40">
          <w:pPr>
            <w:pStyle w:val="Nagwek"/>
            <w:ind w:right="-533" w:hanging="142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Tel.: +49 6227 7873 468</w:t>
          </w:r>
        </w:p>
        <w:p w14:paraId="78311A79" w14:textId="23DF1EAA" w:rsidR="00F34E40" w:rsidRPr="003042CA" w:rsidRDefault="00084585" w:rsidP="00F34E40">
          <w:pPr>
            <w:pStyle w:val="Nagwek"/>
            <w:ind w:right="-533" w:hanging="142"/>
            <w:rPr>
              <w:szCs w:val="18"/>
            </w:rPr>
          </w:pPr>
          <w:r>
            <w:rPr>
              <w:rFonts w:eastAsia="Arial"/>
              <w:szCs w:val="18"/>
              <w:lang w:val="pt-PT"/>
            </w:rPr>
            <w:t>E-mail: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Nagwek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1DBAAC04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B3EE52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56D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2A41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0B6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64F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385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86D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EEF6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12B28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70C0AE" w:tentative="1">
      <w:start w:val="1"/>
      <w:numFmt w:val="lowerLetter"/>
      <w:lvlText w:val="%2."/>
      <w:lvlJc w:val="left"/>
      <w:pPr>
        <w:ind w:left="1440" w:hanging="360"/>
      </w:pPr>
    </w:lvl>
    <w:lvl w:ilvl="2" w:tplc="7A5EDFEE" w:tentative="1">
      <w:start w:val="1"/>
      <w:numFmt w:val="lowerRoman"/>
      <w:lvlText w:val="%3."/>
      <w:lvlJc w:val="right"/>
      <w:pPr>
        <w:ind w:left="2160" w:hanging="180"/>
      </w:pPr>
    </w:lvl>
    <w:lvl w:ilvl="3" w:tplc="30D25C50" w:tentative="1">
      <w:start w:val="1"/>
      <w:numFmt w:val="decimal"/>
      <w:lvlText w:val="%4."/>
      <w:lvlJc w:val="left"/>
      <w:pPr>
        <w:ind w:left="2880" w:hanging="360"/>
      </w:pPr>
    </w:lvl>
    <w:lvl w:ilvl="4" w:tplc="06ECC4E4" w:tentative="1">
      <w:start w:val="1"/>
      <w:numFmt w:val="lowerLetter"/>
      <w:lvlText w:val="%5."/>
      <w:lvlJc w:val="left"/>
      <w:pPr>
        <w:ind w:left="3600" w:hanging="360"/>
      </w:pPr>
    </w:lvl>
    <w:lvl w:ilvl="5" w:tplc="F2ECE806" w:tentative="1">
      <w:start w:val="1"/>
      <w:numFmt w:val="lowerRoman"/>
      <w:lvlText w:val="%6."/>
      <w:lvlJc w:val="right"/>
      <w:pPr>
        <w:ind w:left="4320" w:hanging="180"/>
      </w:pPr>
    </w:lvl>
    <w:lvl w:ilvl="6" w:tplc="BC744FBE" w:tentative="1">
      <w:start w:val="1"/>
      <w:numFmt w:val="decimal"/>
      <w:lvlText w:val="%7."/>
      <w:lvlJc w:val="left"/>
      <w:pPr>
        <w:ind w:left="5040" w:hanging="360"/>
      </w:pPr>
    </w:lvl>
    <w:lvl w:ilvl="7" w:tplc="910C17EC" w:tentative="1">
      <w:start w:val="1"/>
      <w:numFmt w:val="lowerLetter"/>
      <w:lvlText w:val="%8."/>
      <w:lvlJc w:val="left"/>
      <w:pPr>
        <w:ind w:left="5760" w:hanging="360"/>
      </w:pPr>
    </w:lvl>
    <w:lvl w:ilvl="8" w:tplc="4028A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F6B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66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8E89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32D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4C4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A8D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7B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4C5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BAC8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FFF63E0E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3B2F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C80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F09A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8E5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85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9CCB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817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8A9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E2E1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5281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89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8E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AE7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E48E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CC72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5AC2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0BA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3BA46518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BDBE9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02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3EF8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858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A4F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324C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8476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666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20DE49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449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1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6C4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9EC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2B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4C9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7C5A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A82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C4103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1866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A27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AF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0EC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AA96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724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24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87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3C42376A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3A3EB1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346C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B04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E287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EED4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BCD0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1AB7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90B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3AE85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129F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805A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7864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2F4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300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29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5612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EE0C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ADE22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246D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A3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14B3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46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40B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740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43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4E2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B0566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5237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7C0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E60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85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DCC1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143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5EF2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A2F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F36ADCDE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E6AE65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A0F9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12B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E64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4A4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43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EBD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AEA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303AA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E25D36" w:tentative="1">
      <w:start w:val="1"/>
      <w:numFmt w:val="lowerLetter"/>
      <w:lvlText w:val="%2."/>
      <w:lvlJc w:val="left"/>
      <w:pPr>
        <w:ind w:left="1440" w:hanging="360"/>
      </w:pPr>
    </w:lvl>
    <w:lvl w:ilvl="2" w:tplc="52F86510" w:tentative="1">
      <w:start w:val="1"/>
      <w:numFmt w:val="lowerRoman"/>
      <w:lvlText w:val="%3."/>
      <w:lvlJc w:val="right"/>
      <w:pPr>
        <w:ind w:left="2160" w:hanging="180"/>
      </w:pPr>
    </w:lvl>
    <w:lvl w:ilvl="3" w:tplc="AFB2C3B4" w:tentative="1">
      <w:start w:val="1"/>
      <w:numFmt w:val="decimal"/>
      <w:lvlText w:val="%4."/>
      <w:lvlJc w:val="left"/>
      <w:pPr>
        <w:ind w:left="2880" w:hanging="360"/>
      </w:pPr>
    </w:lvl>
    <w:lvl w:ilvl="4" w:tplc="5330E38E" w:tentative="1">
      <w:start w:val="1"/>
      <w:numFmt w:val="lowerLetter"/>
      <w:lvlText w:val="%5."/>
      <w:lvlJc w:val="left"/>
      <w:pPr>
        <w:ind w:left="3600" w:hanging="360"/>
      </w:pPr>
    </w:lvl>
    <w:lvl w:ilvl="5" w:tplc="3FD09C40" w:tentative="1">
      <w:start w:val="1"/>
      <w:numFmt w:val="lowerRoman"/>
      <w:lvlText w:val="%6."/>
      <w:lvlJc w:val="right"/>
      <w:pPr>
        <w:ind w:left="4320" w:hanging="180"/>
      </w:pPr>
    </w:lvl>
    <w:lvl w:ilvl="6" w:tplc="F3DE45F2" w:tentative="1">
      <w:start w:val="1"/>
      <w:numFmt w:val="decimal"/>
      <w:lvlText w:val="%7."/>
      <w:lvlJc w:val="left"/>
      <w:pPr>
        <w:ind w:left="5040" w:hanging="360"/>
      </w:pPr>
    </w:lvl>
    <w:lvl w:ilvl="7" w:tplc="E77C39CE" w:tentative="1">
      <w:start w:val="1"/>
      <w:numFmt w:val="lowerLetter"/>
      <w:lvlText w:val="%8."/>
      <w:lvlJc w:val="left"/>
      <w:pPr>
        <w:ind w:left="5760" w:hanging="360"/>
      </w:pPr>
    </w:lvl>
    <w:lvl w:ilvl="8" w:tplc="183CFF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D8D87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E462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522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29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843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D26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1C1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40F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989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5B72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8C2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A8D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D0CC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78B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4D3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22B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F06D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146D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387A2B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9EA3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E271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A3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AA8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BC78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980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DAF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B42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1429455">
    <w:abstractNumId w:val="1"/>
  </w:num>
  <w:num w:numId="2" w16cid:durableId="1860662191">
    <w:abstractNumId w:val="9"/>
  </w:num>
  <w:num w:numId="3" w16cid:durableId="142430153">
    <w:abstractNumId w:val="15"/>
  </w:num>
  <w:num w:numId="4" w16cid:durableId="1458060214">
    <w:abstractNumId w:val="11"/>
  </w:num>
  <w:num w:numId="5" w16cid:durableId="381171837">
    <w:abstractNumId w:val="16"/>
  </w:num>
  <w:num w:numId="6" w16cid:durableId="26301170">
    <w:abstractNumId w:val="14"/>
  </w:num>
  <w:num w:numId="7" w16cid:durableId="1336957998">
    <w:abstractNumId w:val="6"/>
  </w:num>
  <w:num w:numId="8" w16cid:durableId="937517124">
    <w:abstractNumId w:val="10"/>
  </w:num>
  <w:num w:numId="9" w16cid:durableId="1226717360">
    <w:abstractNumId w:val="0"/>
  </w:num>
  <w:num w:numId="10" w16cid:durableId="1054815465">
    <w:abstractNumId w:val="4"/>
  </w:num>
  <w:num w:numId="11" w16cid:durableId="1702322238">
    <w:abstractNumId w:val="8"/>
  </w:num>
  <w:num w:numId="12" w16cid:durableId="1308319191">
    <w:abstractNumId w:val="12"/>
  </w:num>
  <w:num w:numId="13" w16cid:durableId="173111898">
    <w:abstractNumId w:val="5"/>
  </w:num>
  <w:num w:numId="14" w16cid:durableId="9527440">
    <w:abstractNumId w:val="13"/>
  </w:num>
  <w:num w:numId="15" w16cid:durableId="100301980">
    <w:abstractNumId w:val="7"/>
  </w:num>
  <w:num w:numId="16" w16cid:durableId="2090033440">
    <w:abstractNumId w:val="2"/>
  </w:num>
  <w:num w:numId="17" w16cid:durableId="270552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0551"/>
    <w:rsid w:val="000022CA"/>
    <w:rsid w:val="00002C79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0DA2"/>
    <w:rsid w:val="0002128C"/>
    <w:rsid w:val="00021643"/>
    <w:rsid w:val="0002297D"/>
    <w:rsid w:val="000229EB"/>
    <w:rsid w:val="00022D84"/>
    <w:rsid w:val="00023B75"/>
    <w:rsid w:val="000245D5"/>
    <w:rsid w:val="00025FE5"/>
    <w:rsid w:val="00030575"/>
    <w:rsid w:val="000316A6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2A62"/>
    <w:rsid w:val="00052C6E"/>
    <w:rsid w:val="00053645"/>
    <w:rsid w:val="0005558C"/>
    <w:rsid w:val="00055D6E"/>
    <w:rsid w:val="00056138"/>
    <w:rsid w:val="000562F3"/>
    <w:rsid w:val="00056E82"/>
    <w:rsid w:val="00056FD8"/>
    <w:rsid w:val="000601D4"/>
    <w:rsid w:val="00060D39"/>
    <w:rsid w:val="0006164D"/>
    <w:rsid w:val="00061811"/>
    <w:rsid w:val="00063253"/>
    <w:rsid w:val="00064A41"/>
    <w:rsid w:val="000662FF"/>
    <w:rsid w:val="000668A2"/>
    <w:rsid w:val="00070E00"/>
    <w:rsid w:val="000719F1"/>
    <w:rsid w:val="00071F56"/>
    <w:rsid w:val="000752FA"/>
    <w:rsid w:val="00081A9B"/>
    <w:rsid w:val="00082B36"/>
    <w:rsid w:val="00084585"/>
    <w:rsid w:val="00084E40"/>
    <w:rsid w:val="00086D0C"/>
    <w:rsid w:val="00087BB1"/>
    <w:rsid w:val="00090EA7"/>
    <w:rsid w:val="0009329A"/>
    <w:rsid w:val="00093474"/>
    <w:rsid w:val="0009558D"/>
    <w:rsid w:val="0009563F"/>
    <w:rsid w:val="000961D6"/>
    <w:rsid w:val="00096268"/>
    <w:rsid w:val="0009664E"/>
    <w:rsid w:val="00097B2C"/>
    <w:rsid w:val="000A12DE"/>
    <w:rsid w:val="000A1C52"/>
    <w:rsid w:val="000A2FCC"/>
    <w:rsid w:val="000A38C1"/>
    <w:rsid w:val="000A5951"/>
    <w:rsid w:val="000A5D0A"/>
    <w:rsid w:val="000A6C03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326"/>
    <w:rsid w:val="000C057B"/>
    <w:rsid w:val="000C1018"/>
    <w:rsid w:val="000C1021"/>
    <w:rsid w:val="000C17D6"/>
    <w:rsid w:val="000C1E38"/>
    <w:rsid w:val="000C1FBC"/>
    <w:rsid w:val="000C2970"/>
    <w:rsid w:val="000C3A47"/>
    <w:rsid w:val="000C3D30"/>
    <w:rsid w:val="000C4EEC"/>
    <w:rsid w:val="000C5091"/>
    <w:rsid w:val="000C5881"/>
    <w:rsid w:val="000C6796"/>
    <w:rsid w:val="000C67A2"/>
    <w:rsid w:val="000D004D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D68B6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0D6"/>
    <w:rsid w:val="000F3A5B"/>
    <w:rsid w:val="000F4516"/>
    <w:rsid w:val="000F5134"/>
    <w:rsid w:val="000F539A"/>
    <w:rsid w:val="000F62FA"/>
    <w:rsid w:val="000F71BC"/>
    <w:rsid w:val="001012B1"/>
    <w:rsid w:val="00101709"/>
    <w:rsid w:val="00106232"/>
    <w:rsid w:val="00107338"/>
    <w:rsid w:val="001073B5"/>
    <w:rsid w:val="0011066A"/>
    <w:rsid w:val="0011261C"/>
    <w:rsid w:val="00112D2E"/>
    <w:rsid w:val="0011551C"/>
    <w:rsid w:val="00115BC0"/>
    <w:rsid w:val="00115D61"/>
    <w:rsid w:val="001169F9"/>
    <w:rsid w:val="001201C4"/>
    <w:rsid w:val="001205A8"/>
    <w:rsid w:val="00120AE8"/>
    <w:rsid w:val="0012372E"/>
    <w:rsid w:val="00123ED1"/>
    <w:rsid w:val="00124224"/>
    <w:rsid w:val="00124A7C"/>
    <w:rsid w:val="00125A98"/>
    <w:rsid w:val="00126CE7"/>
    <w:rsid w:val="00127EBD"/>
    <w:rsid w:val="0013016D"/>
    <w:rsid w:val="00130A8E"/>
    <w:rsid w:val="00131390"/>
    <w:rsid w:val="00131CAC"/>
    <w:rsid w:val="001322D6"/>
    <w:rsid w:val="001333B9"/>
    <w:rsid w:val="001335AF"/>
    <w:rsid w:val="00133B3B"/>
    <w:rsid w:val="00134C92"/>
    <w:rsid w:val="00134F2E"/>
    <w:rsid w:val="001352D1"/>
    <w:rsid w:val="0013588B"/>
    <w:rsid w:val="0014080B"/>
    <w:rsid w:val="001438A4"/>
    <w:rsid w:val="00144FB8"/>
    <w:rsid w:val="00145EE1"/>
    <w:rsid w:val="0014601C"/>
    <w:rsid w:val="00152472"/>
    <w:rsid w:val="00152850"/>
    <w:rsid w:val="00152AD9"/>
    <w:rsid w:val="001531F7"/>
    <w:rsid w:val="0015545C"/>
    <w:rsid w:val="0015597C"/>
    <w:rsid w:val="00162CEF"/>
    <w:rsid w:val="001631D2"/>
    <w:rsid w:val="00163A38"/>
    <w:rsid w:val="00165659"/>
    <w:rsid w:val="00166CD9"/>
    <w:rsid w:val="001673B8"/>
    <w:rsid w:val="00167A10"/>
    <w:rsid w:val="00167B70"/>
    <w:rsid w:val="00171CCA"/>
    <w:rsid w:val="00172AAC"/>
    <w:rsid w:val="00174651"/>
    <w:rsid w:val="00174970"/>
    <w:rsid w:val="00174A5C"/>
    <w:rsid w:val="00176AC3"/>
    <w:rsid w:val="0017702D"/>
    <w:rsid w:val="001771B1"/>
    <w:rsid w:val="0018136A"/>
    <w:rsid w:val="00181C15"/>
    <w:rsid w:val="00182F89"/>
    <w:rsid w:val="00184C47"/>
    <w:rsid w:val="0018565B"/>
    <w:rsid w:val="00187958"/>
    <w:rsid w:val="00187BC5"/>
    <w:rsid w:val="0019345B"/>
    <w:rsid w:val="0019345D"/>
    <w:rsid w:val="001938E0"/>
    <w:rsid w:val="001951A5"/>
    <w:rsid w:val="001951B1"/>
    <w:rsid w:val="001958C3"/>
    <w:rsid w:val="00196609"/>
    <w:rsid w:val="00196931"/>
    <w:rsid w:val="00196D9C"/>
    <w:rsid w:val="001974FC"/>
    <w:rsid w:val="00197633"/>
    <w:rsid w:val="001A118E"/>
    <w:rsid w:val="001A1FA8"/>
    <w:rsid w:val="001A3E85"/>
    <w:rsid w:val="001A461A"/>
    <w:rsid w:val="001A5390"/>
    <w:rsid w:val="001A5727"/>
    <w:rsid w:val="001A7BC9"/>
    <w:rsid w:val="001B05D5"/>
    <w:rsid w:val="001B20C9"/>
    <w:rsid w:val="001B6847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6D4E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5C58"/>
    <w:rsid w:val="001F74C5"/>
    <w:rsid w:val="001F7A3A"/>
    <w:rsid w:val="002003B8"/>
    <w:rsid w:val="00200DFE"/>
    <w:rsid w:val="0020137E"/>
    <w:rsid w:val="0020558F"/>
    <w:rsid w:val="00206F28"/>
    <w:rsid w:val="002077D8"/>
    <w:rsid w:val="002078BD"/>
    <w:rsid w:val="00212964"/>
    <w:rsid w:val="00213A79"/>
    <w:rsid w:val="00214190"/>
    <w:rsid w:val="00214FEB"/>
    <w:rsid w:val="00215FEE"/>
    <w:rsid w:val="0021679A"/>
    <w:rsid w:val="00220565"/>
    <w:rsid w:val="00220B5F"/>
    <w:rsid w:val="002210FC"/>
    <w:rsid w:val="00223298"/>
    <w:rsid w:val="002247E3"/>
    <w:rsid w:val="00225B31"/>
    <w:rsid w:val="00226170"/>
    <w:rsid w:val="002266EF"/>
    <w:rsid w:val="00226B01"/>
    <w:rsid w:val="00230D65"/>
    <w:rsid w:val="00231551"/>
    <w:rsid w:val="00232292"/>
    <w:rsid w:val="00234263"/>
    <w:rsid w:val="00236DA7"/>
    <w:rsid w:val="0023731D"/>
    <w:rsid w:val="002402A3"/>
    <w:rsid w:val="00240374"/>
    <w:rsid w:val="00241498"/>
    <w:rsid w:val="00242BBC"/>
    <w:rsid w:val="0024305C"/>
    <w:rsid w:val="00243583"/>
    <w:rsid w:val="00243F38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221"/>
    <w:rsid w:val="0025337E"/>
    <w:rsid w:val="00255747"/>
    <w:rsid w:val="00255A99"/>
    <w:rsid w:val="00255EAF"/>
    <w:rsid w:val="002565A9"/>
    <w:rsid w:val="00256973"/>
    <w:rsid w:val="00256A9B"/>
    <w:rsid w:val="00257849"/>
    <w:rsid w:val="00261B9E"/>
    <w:rsid w:val="00262AB0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868"/>
    <w:rsid w:val="00291C9E"/>
    <w:rsid w:val="00292207"/>
    <w:rsid w:val="002929BC"/>
    <w:rsid w:val="00292D6E"/>
    <w:rsid w:val="00297836"/>
    <w:rsid w:val="002A00E9"/>
    <w:rsid w:val="002A041A"/>
    <w:rsid w:val="002A1303"/>
    <w:rsid w:val="002A2CC0"/>
    <w:rsid w:val="002A5F9F"/>
    <w:rsid w:val="002A6268"/>
    <w:rsid w:val="002A7511"/>
    <w:rsid w:val="002B4EDF"/>
    <w:rsid w:val="002B52BC"/>
    <w:rsid w:val="002B633B"/>
    <w:rsid w:val="002B674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0BA7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56BA"/>
    <w:rsid w:val="002E62BF"/>
    <w:rsid w:val="002E6447"/>
    <w:rsid w:val="002E6836"/>
    <w:rsid w:val="002E6972"/>
    <w:rsid w:val="002F02E2"/>
    <w:rsid w:val="002F1EE0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977"/>
    <w:rsid w:val="00303A39"/>
    <w:rsid w:val="003042CA"/>
    <w:rsid w:val="00304410"/>
    <w:rsid w:val="00304CF8"/>
    <w:rsid w:val="00304D66"/>
    <w:rsid w:val="00304F0B"/>
    <w:rsid w:val="00306ECA"/>
    <w:rsid w:val="00307959"/>
    <w:rsid w:val="00307B42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172E"/>
    <w:rsid w:val="00325B19"/>
    <w:rsid w:val="0032667B"/>
    <w:rsid w:val="003268A2"/>
    <w:rsid w:val="00327EBF"/>
    <w:rsid w:val="00330298"/>
    <w:rsid w:val="003311E9"/>
    <w:rsid w:val="00331236"/>
    <w:rsid w:val="00331BBB"/>
    <w:rsid w:val="00332082"/>
    <w:rsid w:val="00332E02"/>
    <w:rsid w:val="003339AB"/>
    <w:rsid w:val="0033415B"/>
    <w:rsid w:val="0033553D"/>
    <w:rsid w:val="003355E6"/>
    <w:rsid w:val="003411C8"/>
    <w:rsid w:val="00341231"/>
    <w:rsid w:val="003412F7"/>
    <w:rsid w:val="003419BE"/>
    <w:rsid w:val="00341F1C"/>
    <w:rsid w:val="00344749"/>
    <w:rsid w:val="00344886"/>
    <w:rsid w:val="00344F46"/>
    <w:rsid w:val="00345489"/>
    <w:rsid w:val="00345E43"/>
    <w:rsid w:val="003466EE"/>
    <w:rsid w:val="003475AD"/>
    <w:rsid w:val="00350E5E"/>
    <w:rsid w:val="00350EBF"/>
    <w:rsid w:val="003515E7"/>
    <w:rsid w:val="003538B8"/>
    <w:rsid w:val="00353AFB"/>
    <w:rsid w:val="00354CDC"/>
    <w:rsid w:val="00356066"/>
    <w:rsid w:val="0035632A"/>
    <w:rsid w:val="003564A2"/>
    <w:rsid w:val="0035668B"/>
    <w:rsid w:val="0035711B"/>
    <w:rsid w:val="003579C7"/>
    <w:rsid w:val="00363FBE"/>
    <w:rsid w:val="003648D8"/>
    <w:rsid w:val="0036504A"/>
    <w:rsid w:val="00365515"/>
    <w:rsid w:val="00365E56"/>
    <w:rsid w:val="00365F5B"/>
    <w:rsid w:val="00366671"/>
    <w:rsid w:val="00367079"/>
    <w:rsid w:val="003722A4"/>
    <w:rsid w:val="00374937"/>
    <w:rsid w:val="00374DD3"/>
    <w:rsid w:val="0037787A"/>
    <w:rsid w:val="00377B45"/>
    <w:rsid w:val="003815D4"/>
    <w:rsid w:val="00382393"/>
    <w:rsid w:val="0038273C"/>
    <w:rsid w:val="00382ED8"/>
    <w:rsid w:val="0038307C"/>
    <w:rsid w:val="003837BA"/>
    <w:rsid w:val="00383EB1"/>
    <w:rsid w:val="00384668"/>
    <w:rsid w:val="00387ABA"/>
    <w:rsid w:val="00387E6E"/>
    <w:rsid w:val="003908BF"/>
    <w:rsid w:val="00393191"/>
    <w:rsid w:val="003937F9"/>
    <w:rsid w:val="003944D8"/>
    <w:rsid w:val="00395472"/>
    <w:rsid w:val="003957B9"/>
    <w:rsid w:val="003958FD"/>
    <w:rsid w:val="00395D5C"/>
    <w:rsid w:val="00395D8D"/>
    <w:rsid w:val="00395FED"/>
    <w:rsid w:val="00396430"/>
    <w:rsid w:val="0039645E"/>
    <w:rsid w:val="00397961"/>
    <w:rsid w:val="003A0A18"/>
    <w:rsid w:val="003A17E5"/>
    <w:rsid w:val="003A278A"/>
    <w:rsid w:val="003A30CD"/>
    <w:rsid w:val="003A3874"/>
    <w:rsid w:val="003A4CD2"/>
    <w:rsid w:val="003A5549"/>
    <w:rsid w:val="003A659C"/>
    <w:rsid w:val="003B010D"/>
    <w:rsid w:val="003B0B5F"/>
    <w:rsid w:val="003B1AC0"/>
    <w:rsid w:val="003B3BAF"/>
    <w:rsid w:val="003B4FA1"/>
    <w:rsid w:val="003B511B"/>
    <w:rsid w:val="003B569A"/>
    <w:rsid w:val="003B5801"/>
    <w:rsid w:val="003B595F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6C67"/>
    <w:rsid w:val="003C75BC"/>
    <w:rsid w:val="003D001A"/>
    <w:rsid w:val="003D125A"/>
    <w:rsid w:val="003D1DBD"/>
    <w:rsid w:val="003D32E7"/>
    <w:rsid w:val="003D4245"/>
    <w:rsid w:val="003D5E59"/>
    <w:rsid w:val="003D7967"/>
    <w:rsid w:val="003E15AF"/>
    <w:rsid w:val="003E3DC7"/>
    <w:rsid w:val="003E49F3"/>
    <w:rsid w:val="003E5ECA"/>
    <w:rsid w:val="003E72EE"/>
    <w:rsid w:val="003E73D5"/>
    <w:rsid w:val="003F1127"/>
    <w:rsid w:val="003F2840"/>
    <w:rsid w:val="003F2BE5"/>
    <w:rsid w:val="003F6E34"/>
    <w:rsid w:val="003F7FF4"/>
    <w:rsid w:val="004031B5"/>
    <w:rsid w:val="0040350E"/>
    <w:rsid w:val="00406BBD"/>
    <w:rsid w:val="00407B21"/>
    <w:rsid w:val="00407B9D"/>
    <w:rsid w:val="0041047F"/>
    <w:rsid w:val="00410827"/>
    <w:rsid w:val="004152BF"/>
    <w:rsid w:val="00416D08"/>
    <w:rsid w:val="00417818"/>
    <w:rsid w:val="00417A74"/>
    <w:rsid w:val="00417AB9"/>
    <w:rsid w:val="00420C38"/>
    <w:rsid w:val="00423A0C"/>
    <w:rsid w:val="00423DBA"/>
    <w:rsid w:val="00424139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37A20"/>
    <w:rsid w:val="00437FC6"/>
    <w:rsid w:val="00440ACE"/>
    <w:rsid w:val="004420B8"/>
    <w:rsid w:val="004430E0"/>
    <w:rsid w:val="00444662"/>
    <w:rsid w:val="00445E9B"/>
    <w:rsid w:val="004462A3"/>
    <w:rsid w:val="004469B1"/>
    <w:rsid w:val="00446A1D"/>
    <w:rsid w:val="00446EBB"/>
    <w:rsid w:val="0044705C"/>
    <w:rsid w:val="00447287"/>
    <w:rsid w:val="00450165"/>
    <w:rsid w:val="00451036"/>
    <w:rsid w:val="00453443"/>
    <w:rsid w:val="00453D17"/>
    <w:rsid w:val="00454DDF"/>
    <w:rsid w:val="00455B47"/>
    <w:rsid w:val="00455CD0"/>
    <w:rsid w:val="00455D51"/>
    <w:rsid w:val="00455F59"/>
    <w:rsid w:val="00456BC4"/>
    <w:rsid w:val="00461F66"/>
    <w:rsid w:val="00462A2C"/>
    <w:rsid w:val="00462A67"/>
    <w:rsid w:val="00462AB6"/>
    <w:rsid w:val="00462B67"/>
    <w:rsid w:val="00462F11"/>
    <w:rsid w:val="00464554"/>
    <w:rsid w:val="00464A45"/>
    <w:rsid w:val="004658B7"/>
    <w:rsid w:val="004663E4"/>
    <w:rsid w:val="00466F42"/>
    <w:rsid w:val="00472FAB"/>
    <w:rsid w:val="00473022"/>
    <w:rsid w:val="00474049"/>
    <w:rsid w:val="004743EF"/>
    <w:rsid w:val="004745F2"/>
    <w:rsid w:val="00474C17"/>
    <w:rsid w:val="00480883"/>
    <w:rsid w:val="00482143"/>
    <w:rsid w:val="00482743"/>
    <w:rsid w:val="00482A42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89F"/>
    <w:rsid w:val="00490997"/>
    <w:rsid w:val="0049121F"/>
    <w:rsid w:val="004921C2"/>
    <w:rsid w:val="0049377C"/>
    <w:rsid w:val="0049382E"/>
    <w:rsid w:val="0049421E"/>
    <w:rsid w:val="00494293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2652"/>
    <w:rsid w:val="004B3321"/>
    <w:rsid w:val="004B37D8"/>
    <w:rsid w:val="004B4044"/>
    <w:rsid w:val="004B476E"/>
    <w:rsid w:val="004B4EF5"/>
    <w:rsid w:val="004B5761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C7DD0"/>
    <w:rsid w:val="004D1AEB"/>
    <w:rsid w:val="004D38B2"/>
    <w:rsid w:val="004D6765"/>
    <w:rsid w:val="004D7C46"/>
    <w:rsid w:val="004E13F8"/>
    <w:rsid w:val="004E1907"/>
    <w:rsid w:val="004E3779"/>
    <w:rsid w:val="004E5628"/>
    <w:rsid w:val="004E5ADC"/>
    <w:rsid w:val="004E62E6"/>
    <w:rsid w:val="004E6B72"/>
    <w:rsid w:val="004F15EA"/>
    <w:rsid w:val="004F19DA"/>
    <w:rsid w:val="004F19E6"/>
    <w:rsid w:val="004F1E47"/>
    <w:rsid w:val="004F1F82"/>
    <w:rsid w:val="004F2280"/>
    <w:rsid w:val="004F4F24"/>
    <w:rsid w:val="004F7577"/>
    <w:rsid w:val="004F7702"/>
    <w:rsid w:val="00500BB3"/>
    <w:rsid w:val="00501373"/>
    <w:rsid w:val="00501483"/>
    <w:rsid w:val="00501D54"/>
    <w:rsid w:val="00505160"/>
    <w:rsid w:val="005060DE"/>
    <w:rsid w:val="00506EA5"/>
    <w:rsid w:val="00506F00"/>
    <w:rsid w:val="00511040"/>
    <w:rsid w:val="0051291E"/>
    <w:rsid w:val="00512E61"/>
    <w:rsid w:val="005131DA"/>
    <w:rsid w:val="0051361A"/>
    <w:rsid w:val="005140CC"/>
    <w:rsid w:val="0051528F"/>
    <w:rsid w:val="00515503"/>
    <w:rsid w:val="005157A6"/>
    <w:rsid w:val="00515A0D"/>
    <w:rsid w:val="005163AE"/>
    <w:rsid w:val="005167B3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2928"/>
    <w:rsid w:val="00553273"/>
    <w:rsid w:val="00553B36"/>
    <w:rsid w:val="00554FFB"/>
    <w:rsid w:val="00555562"/>
    <w:rsid w:val="00555F25"/>
    <w:rsid w:val="00556DF6"/>
    <w:rsid w:val="00561BCC"/>
    <w:rsid w:val="00561C62"/>
    <w:rsid w:val="00564C4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0BA"/>
    <w:rsid w:val="00582A11"/>
    <w:rsid w:val="00584EA6"/>
    <w:rsid w:val="0058503F"/>
    <w:rsid w:val="00586CF9"/>
    <w:rsid w:val="00587F45"/>
    <w:rsid w:val="005901E0"/>
    <w:rsid w:val="00592E8F"/>
    <w:rsid w:val="00593B4A"/>
    <w:rsid w:val="00593DB9"/>
    <w:rsid w:val="00594886"/>
    <w:rsid w:val="00594C3A"/>
    <w:rsid w:val="00596833"/>
    <w:rsid w:val="00596DDA"/>
    <w:rsid w:val="00596FF3"/>
    <w:rsid w:val="005A1060"/>
    <w:rsid w:val="005A2105"/>
    <w:rsid w:val="005A51CD"/>
    <w:rsid w:val="005A55EE"/>
    <w:rsid w:val="005A7A9D"/>
    <w:rsid w:val="005B0D30"/>
    <w:rsid w:val="005B1942"/>
    <w:rsid w:val="005B4641"/>
    <w:rsid w:val="005B5446"/>
    <w:rsid w:val="005C077B"/>
    <w:rsid w:val="005C0A57"/>
    <w:rsid w:val="005C0BB2"/>
    <w:rsid w:val="005C239F"/>
    <w:rsid w:val="005C3B37"/>
    <w:rsid w:val="005C4EC2"/>
    <w:rsid w:val="005D1B3E"/>
    <w:rsid w:val="005D25BE"/>
    <w:rsid w:val="005D2898"/>
    <w:rsid w:val="005D397E"/>
    <w:rsid w:val="005D6631"/>
    <w:rsid w:val="005D682B"/>
    <w:rsid w:val="005D6D3C"/>
    <w:rsid w:val="005D7683"/>
    <w:rsid w:val="005D7D76"/>
    <w:rsid w:val="005E0091"/>
    <w:rsid w:val="005E3C69"/>
    <w:rsid w:val="005E557E"/>
    <w:rsid w:val="005E6994"/>
    <w:rsid w:val="005E6A20"/>
    <w:rsid w:val="005E6A3A"/>
    <w:rsid w:val="005F01FA"/>
    <w:rsid w:val="005F18B2"/>
    <w:rsid w:val="005F2EC8"/>
    <w:rsid w:val="005F2F84"/>
    <w:rsid w:val="005F32AC"/>
    <w:rsid w:val="005F5E42"/>
    <w:rsid w:val="005F6951"/>
    <w:rsid w:val="005F752F"/>
    <w:rsid w:val="005F7CDF"/>
    <w:rsid w:val="00601A37"/>
    <w:rsid w:val="0060245F"/>
    <w:rsid w:val="00602771"/>
    <w:rsid w:val="00602923"/>
    <w:rsid w:val="00602DA9"/>
    <w:rsid w:val="006030EE"/>
    <w:rsid w:val="00603556"/>
    <w:rsid w:val="0060361B"/>
    <w:rsid w:val="00606A3C"/>
    <w:rsid w:val="00607797"/>
    <w:rsid w:val="00610942"/>
    <w:rsid w:val="00611B5A"/>
    <w:rsid w:val="00612A0D"/>
    <w:rsid w:val="006143E9"/>
    <w:rsid w:val="00614966"/>
    <w:rsid w:val="00616E23"/>
    <w:rsid w:val="00616E98"/>
    <w:rsid w:val="00620BE9"/>
    <w:rsid w:val="00621AD1"/>
    <w:rsid w:val="00621E40"/>
    <w:rsid w:val="006223B3"/>
    <w:rsid w:val="00622DE8"/>
    <w:rsid w:val="00623756"/>
    <w:rsid w:val="00624DFA"/>
    <w:rsid w:val="00625A10"/>
    <w:rsid w:val="00625A7D"/>
    <w:rsid w:val="006300EF"/>
    <w:rsid w:val="006308D9"/>
    <w:rsid w:val="00630900"/>
    <w:rsid w:val="00631C64"/>
    <w:rsid w:val="00632A54"/>
    <w:rsid w:val="006337A6"/>
    <w:rsid w:val="00634149"/>
    <w:rsid w:val="00634227"/>
    <w:rsid w:val="006349AA"/>
    <w:rsid w:val="0063595E"/>
    <w:rsid w:val="00637325"/>
    <w:rsid w:val="006373D1"/>
    <w:rsid w:val="00640830"/>
    <w:rsid w:val="00642BD2"/>
    <w:rsid w:val="006431C4"/>
    <w:rsid w:val="00643C68"/>
    <w:rsid w:val="0064450B"/>
    <w:rsid w:val="00645ED1"/>
    <w:rsid w:val="00645F3E"/>
    <w:rsid w:val="00646534"/>
    <w:rsid w:val="00651155"/>
    <w:rsid w:val="00651569"/>
    <w:rsid w:val="0065196F"/>
    <w:rsid w:val="00651CBF"/>
    <w:rsid w:val="00652428"/>
    <w:rsid w:val="00653697"/>
    <w:rsid w:val="0065604B"/>
    <w:rsid w:val="00656FDB"/>
    <w:rsid w:val="0065787A"/>
    <w:rsid w:val="00657BFC"/>
    <w:rsid w:val="006605FC"/>
    <w:rsid w:val="0066149F"/>
    <w:rsid w:val="00662DFE"/>
    <w:rsid w:val="0066389B"/>
    <w:rsid w:val="00664097"/>
    <w:rsid w:val="00664A76"/>
    <w:rsid w:val="00667A3A"/>
    <w:rsid w:val="00670082"/>
    <w:rsid w:val="00670586"/>
    <w:rsid w:val="006706EF"/>
    <w:rsid w:val="00671591"/>
    <w:rsid w:val="00671846"/>
    <w:rsid w:val="0067240F"/>
    <w:rsid w:val="0067268B"/>
    <w:rsid w:val="006729BD"/>
    <w:rsid w:val="006752B0"/>
    <w:rsid w:val="006769A3"/>
    <w:rsid w:val="0067780F"/>
    <w:rsid w:val="00680EA1"/>
    <w:rsid w:val="0068144D"/>
    <w:rsid w:val="00681F9F"/>
    <w:rsid w:val="00682058"/>
    <w:rsid w:val="0068257A"/>
    <w:rsid w:val="00683D73"/>
    <w:rsid w:val="00684413"/>
    <w:rsid w:val="00685E59"/>
    <w:rsid w:val="00686395"/>
    <w:rsid w:val="00686EC5"/>
    <w:rsid w:val="00687C09"/>
    <w:rsid w:val="00690D1B"/>
    <w:rsid w:val="00690F9F"/>
    <w:rsid w:val="00691B03"/>
    <w:rsid w:val="00691B40"/>
    <w:rsid w:val="006922E4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0A35"/>
    <w:rsid w:val="006B138E"/>
    <w:rsid w:val="006B1E23"/>
    <w:rsid w:val="006B43F3"/>
    <w:rsid w:val="006B595F"/>
    <w:rsid w:val="006B7351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54A0"/>
    <w:rsid w:val="006D5C93"/>
    <w:rsid w:val="006D6894"/>
    <w:rsid w:val="006D6B8C"/>
    <w:rsid w:val="006D7BFF"/>
    <w:rsid w:val="006E0EE6"/>
    <w:rsid w:val="006E225C"/>
    <w:rsid w:val="006E2879"/>
    <w:rsid w:val="006E2B1B"/>
    <w:rsid w:val="006E59E2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419A"/>
    <w:rsid w:val="007043EC"/>
    <w:rsid w:val="00704EEA"/>
    <w:rsid w:val="007050EB"/>
    <w:rsid w:val="00705356"/>
    <w:rsid w:val="007061A1"/>
    <w:rsid w:val="00710992"/>
    <w:rsid w:val="00711754"/>
    <w:rsid w:val="00711FF4"/>
    <w:rsid w:val="00712C78"/>
    <w:rsid w:val="00712EB8"/>
    <w:rsid w:val="00715E48"/>
    <w:rsid w:val="0071711C"/>
    <w:rsid w:val="00717520"/>
    <w:rsid w:val="0071769B"/>
    <w:rsid w:val="00720B2F"/>
    <w:rsid w:val="007213E5"/>
    <w:rsid w:val="00721A57"/>
    <w:rsid w:val="00721C3C"/>
    <w:rsid w:val="00721FF5"/>
    <w:rsid w:val="007222BB"/>
    <w:rsid w:val="00722335"/>
    <w:rsid w:val="0072457D"/>
    <w:rsid w:val="00725765"/>
    <w:rsid w:val="007258ED"/>
    <w:rsid w:val="007276A8"/>
    <w:rsid w:val="00727A9D"/>
    <w:rsid w:val="00731725"/>
    <w:rsid w:val="007319E5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37636"/>
    <w:rsid w:val="00737F68"/>
    <w:rsid w:val="00740905"/>
    <w:rsid w:val="00740B74"/>
    <w:rsid w:val="00742F53"/>
    <w:rsid w:val="0074310A"/>
    <w:rsid w:val="007447AE"/>
    <w:rsid w:val="00744C4F"/>
    <w:rsid w:val="0074644C"/>
    <w:rsid w:val="007472BE"/>
    <w:rsid w:val="00750087"/>
    <w:rsid w:val="00753373"/>
    <w:rsid w:val="00755200"/>
    <w:rsid w:val="0076025C"/>
    <w:rsid w:val="00760939"/>
    <w:rsid w:val="00762358"/>
    <w:rsid w:val="00762AC8"/>
    <w:rsid w:val="00764F19"/>
    <w:rsid w:val="00765DCA"/>
    <w:rsid w:val="007662D7"/>
    <w:rsid w:val="00766551"/>
    <w:rsid w:val="00770BAA"/>
    <w:rsid w:val="007721D1"/>
    <w:rsid w:val="007729C1"/>
    <w:rsid w:val="00773FC5"/>
    <w:rsid w:val="007749C2"/>
    <w:rsid w:val="00774AB4"/>
    <w:rsid w:val="00775574"/>
    <w:rsid w:val="00775949"/>
    <w:rsid w:val="007762DD"/>
    <w:rsid w:val="00777185"/>
    <w:rsid w:val="0078059C"/>
    <w:rsid w:val="00780A37"/>
    <w:rsid w:val="00782935"/>
    <w:rsid w:val="00784005"/>
    <w:rsid w:val="007853D1"/>
    <w:rsid w:val="00785B38"/>
    <w:rsid w:val="0078765D"/>
    <w:rsid w:val="00790AE1"/>
    <w:rsid w:val="007917D8"/>
    <w:rsid w:val="00792217"/>
    <w:rsid w:val="0079287E"/>
    <w:rsid w:val="00793486"/>
    <w:rsid w:val="00793855"/>
    <w:rsid w:val="007944A0"/>
    <w:rsid w:val="00794746"/>
    <w:rsid w:val="007948B2"/>
    <w:rsid w:val="0079494B"/>
    <w:rsid w:val="00795834"/>
    <w:rsid w:val="00795A6D"/>
    <w:rsid w:val="00796A7A"/>
    <w:rsid w:val="00796C1D"/>
    <w:rsid w:val="00797756"/>
    <w:rsid w:val="007A0549"/>
    <w:rsid w:val="007A0817"/>
    <w:rsid w:val="007A09D7"/>
    <w:rsid w:val="007A0ABC"/>
    <w:rsid w:val="007A21B7"/>
    <w:rsid w:val="007A396C"/>
    <w:rsid w:val="007A3ACA"/>
    <w:rsid w:val="007A4E83"/>
    <w:rsid w:val="007A67A5"/>
    <w:rsid w:val="007A6AE7"/>
    <w:rsid w:val="007A7FEB"/>
    <w:rsid w:val="007B03BF"/>
    <w:rsid w:val="007B07A6"/>
    <w:rsid w:val="007B1FE4"/>
    <w:rsid w:val="007B24A6"/>
    <w:rsid w:val="007B24D7"/>
    <w:rsid w:val="007B29FA"/>
    <w:rsid w:val="007B41C8"/>
    <w:rsid w:val="007B4DAF"/>
    <w:rsid w:val="007B6E36"/>
    <w:rsid w:val="007B76DC"/>
    <w:rsid w:val="007B7C85"/>
    <w:rsid w:val="007B7F0B"/>
    <w:rsid w:val="007C00B2"/>
    <w:rsid w:val="007C1481"/>
    <w:rsid w:val="007C154C"/>
    <w:rsid w:val="007C1A19"/>
    <w:rsid w:val="007C1BED"/>
    <w:rsid w:val="007C240C"/>
    <w:rsid w:val="007C2462"/>
    <w:rsid w:val="007C30AB"/>
    <w:rsid w:val="007C3A75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0305"/>
    <w:rsid w:val="0080155D"/>
    <w:rsid w:val="00801CBD"/>
    <w:rsid w:val="008021EF"/>
    <w:rsid w:val="00802FF3"/>
    <w:rsid w:val="0080629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241"/>
    <w:rsid w:val="00823AF7"/>
    <w:rsid w:val="00823BA2"/>
    <w:rsid w:val="00823D30"/>
    <w:rsid w:val="00824543"/>
    <w:rsid w:val="00824D3D"/>
    <w:rsid w:val="008254A9"/>
    <w:rsid w:val="008261CC"/>
    <w:rsid w:val="008268C6"/>
    <w:rsid w:val="00826C78"/>
    <w:rsid w:val="00830564"/>
    <w:rsid w:val="00830711"/>
    <w:rsid w:val="008313DD"/>
    <w:rsid w:val="00832793"/>
    <w:rsid w:val="00832CAE"/>
    <w:rsid w:val="00833241"/>
    <w:rsid w:val="0083537B"/>
    <w:rsid w:val="00835730"/>
    <w:rsid w:val="00836C60"/>
    <w:rsid w:val="00837982"/>
    <w:rsid w:val="0084145E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97B"/>
    <w:rsid w:val="00846C7B"/>
    <w:rsid w:val="0085013B"/>
    <w:rsid w:val="008502B7"/>
    <w:rsid w:val="00850E7A"/>
    <w:rsid w:val="00852FD7"/>
    <w:rsid w:val="00853277"/>
    <w:rsid w:val="00853291"/>
    <w:rsid w:val="008539CD"/>
    <w:rsid w:val="00853D33"/>
    <w:rsid w:val="00854201"/>
    <w:rsid w:val="008559A7"/>
    <w:rsid w:val="00855ACC"/>
    <w:rsid w:val="00855F7B"/>
    <w:rsid w:val="0085694D"/>
    <w:rsid w:val="00856AAF"/>
    <w:rsid w:val="00857243"/>
    <w:rsid w:val="00857729"/>
    <w:rsid w:val="00860735"/>
    <w:rsid w:val="00860A16"/>
    <w:rsid w:val="00860CA8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36F3"/>
    <w:rsid w:val="00874D5C"/>
    <w:rsid w:val="00875724"/>
    <w:rsid w:val="00875CDB"/>
    <w:rsid w:val="00875E84"/>
    <w:rsid w:val="00876A51"/>
    <w:rsid w:val="00877B48"/>
    <w:rsid w:val="00879F0D"/>
    <w:rsid w:val="00881E76"/>
    <w:rsid w:val="008822F0"/>
    <w:rsid w:val="008835A8"/>
    <w:rsid w:val="00883F5F"/>
    <w:rsid w:val="008842BC"/>
    <w:rsid w:val="00884FCF"/>
    <w:rsid w:val="008870DE"/>
    <w:rsid w:val="008916AD"/>
    <w:rsid w:val="00892103"/>
    <w:rsid w:val="00892F40"/>
    <w:rsid w:val="00893EA2"/>
    <w:rsid w:val="008944E0"/>
    <w:rsid w:val="00896D5D"/>
    <w:rsid w:val="008A0D66"/>
    <w:rsid w:val="008A15BB"/>
    <w:rsid w:val="008A4D57"/>
    <w:rsid w:val="008A5712"/>
    <w:rsid w:val="008A59E1"/>
    <w:rsid w:val="008A60EE"/>
    <w:rsid w:val="008A61CE"/>
    <w:rsid w:val="008B2059"/>
    <w:rsid w:val="008B5400"/>
    <w:rsid w:val="008B563A"/>
    <w:rsid w:val="008B7C9B"/>
    <w:rsid w:val="008C3489"/>
    <w:rsid w:val="008C46F3"/>
    <w:rsid w:val="008C4DDA"/>
    <w:rsid w:val="008C508E"/>
    <w:rsid w:val="008C558A"/>
    <w:rsid w:val="008C6A6A"/>
    <w:rsid w:val="008C6AB9"/>
    <w:rsid w:val="008C6D72"/>
    <w:rsid w:val="008D275E"/>
    <w:rsid w:val="008D433D"/>
    <w:rsid w:val="008D5431"/>
    <w:rsid w:val="008D66FA"/>
    <w:rsid w:val="008D79BE"/>
    <w:rsid w:val="008E0513"/>
    <w:rsid w:val="008E0D34"/>
    <w:rsid w:val="008E263B"/>
    <w:rsid w:val="008E2745"/>
    <w:rsid w:val="008E472E"/>
    <w:rsid w:val="008E52A4"/>
    <w:rsid w:val="008E71B6"/>
    <w:rsid w:val="008E7712"/>
    <w:rsid w:val="008E7B27"/>
    <w:rsid w:val="008F1A16"/>
    <w:rsid w:val="008F1B46"/>
    <w:rsid w:val="008F2576"/>
    <w:rsid w:val="008F3611"/>
    <w:rsid w:val="008F47B7"/>
    <w:rsid w:val="008F63E6"/>
    <w:rsid w:val="008F69EC"/>
    <w:rsid w:val="008F74E2"/>
    <w:rsid w:val="008F7706"/>
    <w:rsid w:val="00900BE0"/>
    <w:rsid w:val="00901095"/>
    <w:rsid w:val="0090114D"/>
    <w:rsid w:val="00903135"/>
    <w:rsid w:val="00903323"/>
    <w:rsid w:val="00904B9E"/>
    <w:rsid w:val="00904C8B"/>
    <w:rsid w:val="009054A5"/>
    <w:rsid w:val="00905847"/>
    <w:rsid w:val="00905B3E"/>
    <w:rsid w:val="00905DBB"/>
    <w:rsid w:val="00905DF9"/>
    <w:rsid w:val="00906E58"/>
    <w:rsid w:val="009070DB"/>
    <w:rsid w:val="00910825"/>
    <w:rsid w:val="00910CEF"/>
    <w:rsid w:val="00911470"/>
    <w:rsid w:val="009141C5"/>
    <w:rsid w:val="00914451"/>
    <w:rsid w:val="00914C05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4EB"/>
    <w:rsid w:val="00930A34"/>
    <w:rsid w:val="00930A71"/>
    <w:rsid w:val="0093126F"/>
    <w:rsid w:val="00931FE2"/>
    <w:rsid w:val="00932954"/>
    <w:rsid w:val="00934EE1"/>
    <w:rsid w:val="00935525"/>
    <w:rsid w:val="00935D29"/>
    <w:rsid w:val="00935F49"/>
    <w:rsid w:val="0093685B"/>
    <w:rsid w:val="009400CA"/>
    <w:rsid w:val="00940ADF"/>
    <w:rsid w:val="0094223B"/>
    <w:rsid w:val="00942501"/>
    <w:rsid w:val="0094280C"/>
    <w:rsid w:val="00942BE3"/>
    <w:rsid w:val="00945397"/>
    <w:rsid w:val="0094676B"/>
    <w:rsid w:val="00946D2C"/>
    <w:rsid w:val="009500B5"/>
    <w:rsid w:val="00950C02"/>
    <w:rsid w:val="00950CE3"/>
    <w:rsid w:val="00951821"/>
    <w:rsid w:val="00952503"/>
    <w:rsid w:val="00952E41"/>
    <w:rsid w:val="00955052"/>
    <w:rsid w:val="009567DB"/>
    <w:rsid w:val="00957D35"/>
    <w:rsid w:val="00962481"/>
    <w:rsid w:val="00963B0D"/>
    <w:rsid w:val="009647E7"/>
    <w:rsid w:val="00964B77"/>
    <w:rsid w:val="00966EA4"/>
    <w:rsid w:val="00973361"/>
    <w:rsid w:val="0097430E"/>
    <w:rsid w:val="009751BE"/>
    <w:rsid w:val="009759C2"/>
    <w:rsid w:val="0097774C"/>
    <w:rsid w:val="00980195"/>
    <w:rsid w:val="009803FD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4F7F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24"/>
    <w:rsid w:val="009C14EE"/>
    <w:rsid w:val="009C1C60"/>
    <w:rsid w:val="009C207F"/>
    <w:rsid w:val="009C3D6E"/>
    <w:rsid w:val="009C4B37"/>
    <w:rsid w:val="009C4C54"/>
    <w:rsid w:val="009C55A5"/>
    <w:rsid w:val="009C5D1E"/>
    <w:rsid w:val="009C7153"/>
    <w:rsid w:val="009D2946"/>
    <w:rsid w:val="009D5B3E"/>
    <w:rsid w:val="009D65A7"/>
    <w:rsid w:val="009D66F8"/>
    <w:rsid w:val="009D7A96"/>
    <w:rsid w:val="009E0B86"/>
    <w:rsid w:val="009E2A79"/>
    <w:rsid w:val="009E373E"/>
    <w:rsid w:val="009E4C09"/>
    <w:rsid w:val="009E508B"/>
    <w:rsid w:val="009E5725"/>
    <w:rsid w:val="009E62B7"/>
    <w:rsid w:val="009E6CCA"/>
    <w:rsid w:val="009E7768"/>
    <w:rsid w:val="009E7DC7"/>
    <w:rsid w:val="009F13CE"/>
    <w:rsid w:val="009F2050"/>
    <w:rsid w:val="009F212F"/>
    <w:rsid w:val="009F2165"/>
    <w:rsid w:val="009F2466"/>
    <w:rsid w:val="009F3FD8"/>
    <w:rsid w:val="00A00E1D"/>
    <w:rsid w:val="00A06BF3"/>
    <w:rsid w:val="00A07A7E"/>
    <w:rsid w:val="00A10160"/>
    <w:rsid w:val="00A101B5"/>
    <w:rsid w:val="00A107E8"/>
    <w:rsid w:val="00A10A65"/>
    <w:rsid w:val="00A1159C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C5A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2698B"/>
    <w:rsid w:val="00A301A8"/>
    <w:rsid w:val="00A3047D"/>
    <w:rsid w:val="00A31403"/>
    <w:rsid w:val="00A31D1A"/>
    <w:rsid w:val="00A31E24"/>
    <w:rsid w:val="00A33C5A"/>
    <w:rsid w:val="00A33E5D"/>
    <w:rsid w:val="00A3671D"/>
    <w:rsid w:val="00A36BAB"/>
    <w:rsid w:val="00A37412"/>
    <w:rsid w:val="00A37BB3"/>
    <w:rsid w:val="00A40437"/>
    <w:rsid w:val="00A4111C"/>
    <w:rsid w:val="00A41269"/>
    <w:rsid w:val="00A423F0"/>
    <w:rsid w:val="00A424DA"/>
    <w:rsid w:val="00A42593"/>
    <w:rsid w:val="00A43A7A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6F38"/>
    <w:rsid w:val="00A57897"/>
    <w:rsid w:val="00A61697"/>
    <w:rsid w:val="00A6333A"/>
    <w:rsid w:val="00A64B28"/>
    <w:rsid w:val="00A6730C"/>
    <w:rsid w:val="00A67476"/>
    <w:rsid w:val="00A67556"/>
    <w:rsid w:val="00A67C6F"/>
    <w:rsid w:val="00A67FC6"/>
    <w:rsid w:val="00A7021D"/>
    <w:rsid w:val="00A713E6"/>
    <w:rsid w:val="00A7464E"/>
    <w:rsid w:val="00A77229"/>
    <w:rsid w:val="00A7725C"/>
    <w:rsid w:val="00A80445"/>
    <w:rsid w:val="00A81D3F"/>
    <w:rsid w:val="00A85DBA"/>
    <w:rsid w:val="00A86817"/>
    <w:rsid w:val="00A870D0"/>
    <w:rsid w:val="00A8714A"/>
    <w:rsid w:val="00A87370"/>
    <w:rsid w:val="00A875B9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1DC1"/>
    <w:rsid w:val="00AB433E"/>
    <w:rsid w:val="00AB4E36"/>
    <w:rsid w:val="00AB6B60"/>
    <w:rsid w:val="00AB6EB3"/>
    <w:rsid w:val="00AB732B"/>
    <w:rsid w:val="00AB7CBC"/>
    <w:rsid w:val="00AC0002"/>
    <w:rsid w:val="00AC0C31"/>
    <w:rsid w:val="00AC1A1D"/>
    <w:rsid w:val="00AC29B7"/>
    <w:rsid w:val="00AC378C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294"/>
    <w:rsid w:val="00AF283B"/>
    <w:rsid w:val="00AF34F1"/>
    <w:rsid w:val="00AF39DE"/>
    <w:rsid w:val="00AF3E40"/>
    <w:rsid w:val="00AF47BB"/>
    <w:rsid w:val="00AF5BD4"/>
    <w:rsid w:val="00AF5E1A"/>
    <w:rsid w:val="00AF651C"/>
    <w:rsid w:val="00AF6634"/>
    <w:rsid w:val="00AF6BAC"/>
    <w:rsid w:val="00AF6E8E"/>
    <w:rsid w:val="00B01B19"/>
    <w:rsid w:val="00B02CA1"/>
    <w:rsid w:val="00B1332B"/>
    <w:rsid w:val="00B13DC0"/>
    <w:rsid w:val="00B143F0"/>
    <w:rsid w:val="00B14868"/>
    <w:rsid w:val="00B167C0"/>
    <w:rsid w:val="00B17561"/>
    <w:rsid w:val="00B17579"/>
    <w:rsid w:val="00B20152"/>
    <w:rsid w:val="00B20272"/>
    <w:rsid w:val="00B20A42"/>
    <w:rsid w:val="00B21DB2"/>
    <w:rsid w:val="00B21F37"/>
    <w:rsid w:val="00B23066"/>
    <w:rsid w:val="00B2339B"/>
    <w:rsid w:val="00B23480"/>
    <w:rsid w:val="00B2744C"/>
    <w:rsid w:val="00B315E5"/>
    <w:rsid w:val="00B31642"/>
    <w:rsid w:val="00B32AA1"/>
    <w:rsid w:val="00B32DDE"/>
    <w:rsid w:val="00B36CDF"/>
    <w:rsid w:val="00B375A6"/>
    <w:rsid w:val="00B41C2F"/>
    <w:rsid w:val="00B43BD1"/>
    <w:rsid w:val="00B47C16"/>
    <w:rsid w:val="00B47E88"/>
    <w:rsid w:val="00B50ADD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66EED"/>
    <w:rsid w:val="00B749F7"/>
    <w:rsid w:val="00B74FDD"/>
    <w:rsid w:val="00B75371"/>
    <w:rsid w:val="00B778FA"/>
    <w:rsid w:val="00B77F99"/>
    <w:rsid w:val="00B8003F"/>
    <w:rsid w:val="00B802B1"/>
    <w:rsid w:val="00B81218"/>
    <w:rsid w:val="00B81C4B"/>
    <w:rsid w:val="00B82C62"/>
    <w:rsid w:val="00B8378C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96F11"/>
    <w:rsid w:val="00BA2282"/>
    <w:rsid w:val="00BA2681"/>
    <w:rsid w:val="00BA35E4"/>
    <w:rsid w:val="00BA37D8"/>
    <w:rsid w:val="00BA3981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5DF"/>
    <w:rsid w:val="00BB1C27"/>
    <w:rsid w:val="00BB40A7"/>
    <w:rsid w:val="00BB431C"/>
    <w:rsid w:val="00BB65C9"/>
    <w:rsid w:val="00BB73CA"/>
    <w:rsid w:val="00BB767F"/>
    <w:rsid w:val="00BB76AD"/>
    <w:rsid w:val="00BB7741"/>
    <w:rsid w:val="00BC01D3"/>
    <w:rsid w:val="00BC186B"/>
    <w:rsid w:val="00BC25B2"/>
    <w:rsid w:val="00BC2D90"/>
    <w:rsid w:val="00BC37D9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D780B"/>
    <w:rsid w:val="00BE0131"/>
    <w:rsid w:val="00BE2D70"/>
    <w:rsid w:val="00BF045A"/>
    <w:rsid w:val="00BF1DD9"/>
    <w:rsid w:val="00BF1F9C"/>
    <w:rsid w:val="00BF3304"/>
    <w:rsid w:val="00BF443E"/>
    <w:rsid w:val="00BF4549"/>
    <w:rsid w:val="00BF4A10"/>
    <w:rsid w:val="00BF62CA"/>
    <w:rsid w:val="00BF7239"/>
    <w:rsid w:val="00BF785B"/>
    <w:rsid w:val="00BF7B7F"/>
    <w:rsid w:val="00C00D4E"/>
    <w:rsid w:val="00C016DC"/>
    <w:rsid w:val="00C0232D"/>
    <w:rsid w:val="00C02393"/>
    <w:rsid w:val="00C0291B"/>
    <w:rsid w:val="00C03651"/>
    <w:rsid w:val="00C03B63"/>
    <w:rsid w:val="00C03D3F"/>
    <w:rsid w:val="00C04C2E"/>
    <w:rsid w:val="00C04E25"/>
    <w:rsid w:val="00C050E4"/>
    <w:rsid w:val="00C05522"/>
    <w:rsid w:val="00C060BF"/>
    <w:rsid w:val="00C06445"/>
    <w:rsid w:val="00C06E6E"/>
    <w:rsid w:val="00C10943"/>
    <w:rsid w:val="00C11EF5"/>
    <w:rsid w:val="00C12012"/>
    <w:rsid w:val="00C15786"/>
    <w:rsid w:val="00C16127"/>
    <w:rsid w:val="00C16D89"/>
    <w:rsid w:val="00C20E20"/>
    <w:rsid w:val="00C20E9A"/>
    <w:rsid w:val="00C213A7"/>
    <w:rsid w:val="00C2206F"/>
    <w:rsid w:val="00C23D06"/>
    <w:rsid w:val="00C243B5"/>
    <w:rsid w:val="00C24413"/>
    <w:rsid w:val="00C32707"/>
    <w:rsid w:val="00C32C8A"/>
    <w:rsid w:val="00C330C1"/>
    <w:rsid w:val="00C331D2"/>
    <w:rsid w:val="00C337C1"/>
    <w:rsid w:val="00C33F7F"/>
    <w:rsid w:val="00C33FCF"/>
    <w:rsid w:val="00C33FDC"/>
    <w:rsid w:val="00C35067"/>
    <w:rsid w:val="00C35924"/>
    <w:rsid w:val="00C35AF8"/>
    <w:rsid w:val="00C367E4"/>
    <w:rsid w:val="00C37BCD"/>
    <w:rsid w:val="00C37D6E"/>
    <w:rsid w:val="00C40B9B"/>
    <w:rsid w:val="00C418E2"/>
    <w:rsid w:val="00C4284B"/>
    <w:rsid w:val="00C4364A"/>
    <w:rsid w:val="00C46EEA"/>
    <w:rsid w:val="00C47039"/>
    <w:rsid w:val="00C5061D"/>
    <w:rsid w:val="00C521C5"/>
    <w:rsid w:val="00C52BFB"/>
    <w:rsid w:val="00C52E1F"/>
    <w:rsid w:val="00C54054"/>
    <w:rsid w:val="00C54325"/>
    <w:rsid w:val="00C54B59"/>
    <w:rsid w:val="00C55772"/>
    <w:rsid w:val="00C55788"/>
    <w:rsid w:val="00C57469"/>
    <w:rsid w:val="00C5786A"/>
    <w:rsid w:val="00C57AEB"/>
    <w:rsid w:val="00C60EF5"/>
    <w:rsid w:val="00C64934"/>
    <w:rsid w:val="00C65ECF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6BC6"/>
    <w:rsid w:val="00C7716A"/>
    <w:rsid w:val="00C77173"/>
    <w:rsid w:val="00C80498"/>
    <w:rsid w:val="00C804C9"/>
    <w:rsid w:val="00C80E66"/>
    <w:rsid w:val="00C810C9"/>
    <w:rsid w:val="00C82DD4"/>
    <w:rsid w:val="00C84034"/>
    <w:rsid w:val="00C842C5"/>
    <w:rsid w:val="00C85C0A"/>
    <w:rsid w:val="00C86270"/>
    <w:rsid w:val="00C868EE"/>
    <w:rsid w:val="00C90E29"/>
    <w:rsid w:val="00C91A5C"/>
    <w:rsid w:val="00C92668"/>
    <w:rsid w:val="00C92C77"/>
    <w:rsid w:val="00C93514"/>
    <w:rsid w:val="00C93D45"/>
    <w:rsid w:val="00C96570"/>
    <w:rsid w:val="00C9679E"/>
    <w:rsid w:val="00C976A3"/>
    <w:rsid w:val="00C977D0"/>
    <w:rsid w:val="00CA01EB"/>
    <w:rsid w:val="00CA05DA"/>
    <w:rsid w:val="00CA2125"/>
    <w:rsid w:val="00CA26CD"/>
    <w:rsid w:val="00CA2EB5"/>
    <w:rsid w:val="00CA3482"/>
    <w:rsid w:val="00CA37EB"/>
    <w:rsid w:val="00CA3EF8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5C65"/>
    <w:rsid w:val="00CB6575"/>
    <w:rsid w:val="00CC0D63"/>
    <w:rsid w:val="00CC2CCA"/>
    <w:rsid w:val="00CC3143"/>
    <w:rsid w:val="00CC3695"/>
    <w:rsid w:val="00CC54EA"/>
    <w:rsid w:val="00CC7DF4"/>
    <w:rsid w:val="00CD0124"/>
    <w:rsid w:val="00CD0962"/>
    <w:rsid w:val="00CD0EEC"/>
    <w:rsid w:val="00CD0F81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159C"/>
    <w:rsid w:val="00CF232C"/>
    <w:rsid w:val="00CF2753"/>
    <w:rsid w:val="00CF2D8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48A7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5708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47E1F"/>
    <w:rsid w:val="00D50E92"/>
    <w:rsid w:val="00D50ED1"/>
    <w:rsid w:val="00D50EE8"/>
    <w:rsid w:val="00D52467"/>
    <w:rsid w:val="00D54408"/>
    <w:rsid w:val="00D553D3"/>
    <w:rsid w:val="00D55872"/>
    <w:rsid w:val="00D572EB"/>
    <w:rsid w:val="00D615DF"/>
    <w:rsid w:val="00D621EA"/>
    <w:rsid w:val="00D6358D"/>
    <w:rsid w:val="00D63B2E"/>
    <w:rsid w:val="00D64BE1"/>
    <w:rsid w:val="00D70C0F"/>
    <w:rsid w:val="00D74212"/>
    <w:rsid w:val="00D74511"/>
    <w:rsid w:val="00D76E97"/>
    <w:rsid w:val="00D77040"/>
    <w:rsid w:val="00D77565"/>
    <w:rsid w:val="00D8041D"/>
    <w:rsid w:val="00D80477"/>
    <w:rsid w:val="00D80C95"/>
    <w:rsid w:val="00D81C3E"/>
    <w:rsid w:val="00D81D98"/>
    <w:rsid w:val="00D81DB0"/>
    <w:rsid w:val="00D82122"/>
    <w:rsid w:val="00D83034"/>
    <w:rsid w:val="00D85A64"/>
    <w:rsid w:val="00D85BBE"/>
    <w:rsid w:val="00D900EB"/>
    <w:rsid w:val="00D90998"/>
    <w:rsid w:val="00D90C18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6B8F"/>
    <w:rsid w:val="00DA703A"/>
    <w:rsid w:val="00DA71D4"/>
    <w:rsid w:val="00DA7F11"/>
    <w:rsid w:val="00DB0091"/>
    <w:rsid w:val="00DB1849"/>
    <w:rsid w:val="00DB1C52"/>
    <w:rsid w:val="00DB1F94"/>
    <w:rsid w:val="00DB4721"/>
    <w:rsid w:val="00DB54D5"/>
    <w:rsid w:val="00DB7D04"/>
    <w:rsid w:val="00DC0AF4"/>
    <w:rsid w:val="00DC24D6"/>
    <w:rsid w:val="00DC253B"/>
    <w:rsid w:val="00DC4A2A"/>
    <w:rsid w:val="00DC5832"/>
    <w:rsid w:val="00DC6190"/>
    <w:rsid w:val="00DC6ADC"/>
    <w:rsid w:val="00DC7F4D"/>
    <w:rsid w:val="00DD32EE"/>
    <w:rsid w:val="00DD6D08"/>
    <w:rsid w:val="00DD6FFF"/>
    <w:rsid w:val="00DE025C"/>
    <w:rsid w:val="00DE0B58"/>
    <w:rsid w:val="00DE0CC0"/>
    <w:rsid w:val="00DE1E3F"/>
    <w:rsid w:val="00DE2509"/>
    <w:rsid w:val="00DE2D0E"/>
    <w:rsid w:val="00DE4324"/>
    <w:rsid w:val="00DE501B"/>
    <w:rsid w:val="00DE5A44"/>
    <w:rsid w:val="00DE5D1F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77D"/>
    <w:rsid w:val="00E04871"/>
    <w:rsid w:val="00E04B76"/>
    <w:rsid w:val="00E04CDD"/>
    <w:rsid w:val="00E06FC4"/>
    <w:rsid w:val="00E079B5"/>
    <w:rsid w:val="00E07AD4"/>
    <w:rsid w:val="00E164FE"/>
    <w:rsid w:val="00E16B40"/>
    <w:rsid w:val="00E22B38"/>
    <w:rsid w:val="00E22B59"/>
    <w:rsid w:val="00E24AFB"/>
    <w:rsid w:val="00E272AF"/>
    <w:rsid w:val="00E30F65"/>
    <w:rsid w:val="00E32448"/>
    <w:rsid w:val="00E3311C"/>
    <w:rsid w:val="00E34D66"/>
    <w:rsid w:val="00E37186"/>
    <w:rsid w:val="00E37EFD"/>
    <w:rsid w:val="00E40681"/>
    <w:rsid w:val="00E4088B"/>
    <w:rsid w:val="00E40DA0"/>
    <w:rsid w:val="00E40F67"/>
    <w:rsid w:val="00E43297"/>
    <w:rsid w:val="00E45D87"/>
    <w:rsid w:val="00E45D94"/>
    <w:rsid w:val="00E4624F"/>
    <w:rsid w:val="00E470B3"/>
    <w:rsid w:val="00E47174"/>
    <w:rsid w:val="00E473E0"/>
    <w:rsid w:val="00E5036C"/>
    <w:rsid w:val="00E52867"/>
    <w:rsid w:val="00E530DA"/>
    <w:rsid w:val="00E53156"/>
    <w:rsid w:val="00E569E4"/>
    <w:rsid w:val="00E56FD5"/>
    <w:rsid w:val="00E6124B"/>
    <w:rsid w:val="00E614A7"/>
    <w:rsid w:val="00E6165A"/>
    <w:rsid w:val="00E622B2"/>
    <w:rsid w:val="00E62A28"/>
    <w:rsid w:val="00E63759"/>
    <w:rsid w:val="00E64E67"/>
    <w:rsid w:val="00E657A7"/>
    <w:rsid w:val="00E65E55"/>
    <w:rsid w:val="00E66C8F"/>
    <w:rsid w:val="00E66F31"/>
    <w:rsid w:val="00E70B4F"/>
    <w:rsid w:val="00E73C2D"/>
    <w:rsid w:val="00E73D29"/>
    <w:rsid w:val="00E75E3B"/>
    <w:rsid w:val="00E760D8"/>
    <w:rsid w:val="00E81288"/>
    <w:rsid w:val="00E81811"/>
    <w:rsid w:val="00E82222"/>
    <w:rsid w:val="00E82254"/>
    <w:rsid w:val="00E8480C"/>
    <w:rsid w:val="00E84B86"/>
    <w:rsid w:val="00E84D26"/>
    <w:rsid w:val="00E87AE6"/>
    <w:rsid w:val="00E87D25"/>
    <w:rsid w:val="00E9006D"/>
    <w:rsid w:val="00E90A50"/>
    <w:rsid w:val="00E92C7E"/>
    <w:rsid w:val="00E92F55"/>
    <w:rsid w:val="00E93E64"/>
    <w:rsid w:val="00E940F9"/>
    <w:rsid w:val="00E95AFF"/>
    <w:rsid w:val="00E95DF8"/>
    <w:rsid w:val="00E96AE5"/>
    <w:rsid w:val="00EA04F1"/>
    <w:rsid w:val="00EA1E98"/>
    <w:rsid w:val="00EA5D08"/>
    <w:rsid w:val="00EA6EC7"/>
    <w:rsid w:val="00EA6F92"/>
    <w:rsid w:val="00EB0F7D"/>
    <w:rsid w:val="00EB104B"/>
    <w:rsid w:val="00EB5175"/>
    <w:rsid w:val="00EB67A0"/>
    <w:rsid w:val="00EB7852"/>
    <w:rsid w:val="00EC0784"/>
    <w:rsid w:val="00EC1EE4"/>
    <w:rsid w:val="00EC29D7"/>
    <w:rsid w:val="00EC34E9"/>
    <w:rsid w:val="00EC369A"/>
    <w:rsid w:val="00EC4E66"/>
    <w:rsid w:val="00EC4EC4"/>
    <w:rsid w:val="00EC5305"/>
    <w:rsid w:val="00EC654F"/>
    <w:rsid w:val="00EC7389"/>
    <w:rsid w:val="00ED2AF2"/>
    <w:rsid w:val="00ED401B"/>
    <w:rsid w:val="00ED5B69"/>
    <w:rsid w:val="00ED6B49"/>
    <w:rsid w:val="00ED6C0B"/>
    <w:rsid w:val="00EE071D"/>
    <w:rsid w:val="00EE0EFE"/>
    <w:rsid w:val="00EE1305"/>
    <w:rsid w:val="00EE2A2E"/>
    <w:rsid w:val="00EE46D8"/>
    <w:rsid w:val="00EE621A"/>
    <w:rsid w:val="00EE6294"/>
    <w:rsid w:val="00EE6368"/>
    <w:rsid w:val="00EE7710"/>
    <w:rsid w:val="00EF1310"/>
    <w:rsid w:val="00EF2F5B"/>
    <w:rsid w:val="00EF48E2"/>
    <w:rsid w:val="00EF751A"/>
    <w:rsid w:val="00F01252"/>
    <w:rsid w:val="00F0170F"/>
    <w:rsid w:val="00F01A22"/>
    <w:rsid w:val="00F02B08"/>
    <w:rsid w:val="00F057DD"/>
    <w:rsid w:val="00F06F33"/>
    <w:rsid w:val="00F07162"/>
    <w:rsid w:val="00F079E2"/>
    <w:rsid w:val="00F07ED8"/>
    <w:rsid w:val="00F07F5B"/>
    <w:rsid w:val="00F11D0E"/>
    <w:rsid w:val="00F12DC9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24AC"/>
    <w:rsid w:val="00F34E40"/>
    <w:rsid w:val="00F353A7"/>
    <w:rsid w:val="00F35453"/>
    <w:rsid w:val="00F41025"/>
    <w:rsid w:val="00F4103B"/>
    <w:rsid w:val="00F42989"/>
    <w:rsid w:val="00F42F63"/>
    <w:rsid w:val="00F455FE"/>
    <w:rsid w:val="00F459EE"/>
    <w:rsid w:val="00F472D5"/>
    <w:rsid w:val="00F476B4"/>
    <w:rsid w:val="00F47B64"/>
    <w:rsid w:val="00F5011D"/>
    <w:rsid w:val="00F50141"/>
    <w:rsid w:val="00F5396B"/>
    <w:rsid w:val="00F54891"/>
    <w:rsid w:val="00F56705"/>
    <w:rsid w:val="00F56CE2"/>
    <w:rsid w:val="00F612C0"/>
    <w:rsid w:val="00F61495"/>
    <w:rsid w:val="00F6605C"/>
    <w:rsid w:val="00F66C7F"/>
    <w:rsid w:val="00F67747"/>
    <w:rsid w:val="00F67AA2"/>
    <w:rsid w:val="00F7037B"/>
    <w:rsid w:val="00F74817"/>
    <w:rsid w:val="00F75447"/>
    <w:rsid w:val="00F7569F"/>
    <w:rsid w:val="00F75CB4"/>
    <w:rsid w:val="00F768DE"/>
    <w:rsid w:val="00F80217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5E9"/>
    <w:rsid w:val="00F96B57"/>
    <w:rsid w:val="00F96BE2"/>
    <w:rsid w:val="00F96C43"/>
    <w:rsid w:val="00FA2C0B"/>
    <w:rsid w:val="00FA4A86"/>
    <w:rsid w:val="00FA5C77"/>
    <w:rsid w:val="00FA6552"/>
    <w:rsid w:val="00FA75A0"/>
    <w:rsid w:val="00FA7743"/>
    <w:rsid w:val="00FB229A"/>
    <w:rsid w:val="00FB25B8"/>
    <w:rsid w:val="00FB3D6A"/>
    <w:rsid w:val="00FB4909"/>
    <w:rsid w:val="00FB4B71"/>
    <w:rsid w:val="00FB64DE"/>
    <w:rsid w:val="00FB69AB"/>
    <w:rsid w:val="00FB7B87"/>
    <w:rsid w:val="00FC0B2B"/>
    <w:rsid w:val="00FC16E7"/>
    <w:rsid w:val="00FC1EB8"/>
    <w:rsid w:val="00FC26C6"/>
    <w:rsid w:val="00FC3CCA"/>
    <w:rsid w:val="00FC4A43"/>
    <w:rsid w:val="00FC6DD6"/>
    <w:rsid w:val="00FC7228"/>
    <w:rsid w:val="00FC7442"/>
    <w:rsid w:val="00FD0052"/>
    <w:rsid w:val="00FD0786"/>
    <w:rsid w:val="00FD1EE5"/>
    <w:rsid w:val="00FD1FD4"/>
    <w:rsid w:val="00FD2970"/>
    <w:rsid w:val="00FD48A6"/>
    <w:rsid w:val="00FD5632"/>
    <w:rsid w:val="00FD68B9"/>
    <w:rsid w:val="00FD7A4D"/>
    <w:rsid w:val="00FE125A"/>
    <w:rsid w:val="00FE12D3"/>
    <w:rsid w:val="00FE15A4"/>
    <w:rsid w:val="00FE20E6"/>
    <w:rsid w:val="00FE2B69"/>
    <w:rsid w:val="00FE3A4C"/>
    <w:rsid w:val="00FE4551"/>
    <w:rsid w:val="00FE59FB"/>
    <w:rsid w:val="00FF249E"/>
    <w:rsid w:val="00FF2FDB"/>
    <w:rsid w:val="00FF3435"/>
    <w:rsid w:val="00FF3C7E"/>
    <w:rsid w:val="00FF3DE4"/>
    <w:rsid w:val="00FF4976"/>
    <w:rsid w:val="00FF4CAD"/>
    <w:rsid w:val="00FF4D5D"/>
    <w:rsid w:val="00FF4E48"/>
    <w:rsid w:val="00FF661F"/>
    <w:rsid w:val="00FF6EF5"/>
    <w:rsid w:val="00FF77CA"/>
    <w:rsid w:val="00FF7B6E"/>
    <w:rsid w:val="01388FE8"/>
    <w:rsid w:val="01747BCD"/>
    <w:rsid w:val="041F64E4"/>
    <w:rsid w:val="0592DFBB"/>
    <w:rsid w:val="097600E6"/>
    <w:rsid w:val="09B7F48F"/>
    <w:rsid w:val="0D4DEEF1"/>
    <w:rsid w:val="1361F498"/>
    <w:rsid w:val="150C2CFE"/>
    <w:rsid w:val="15523E70"/>
    <w:rsid w:val="15DF1CB7"/>
    <w:rsid w:val="1691BC45"/>
    <w:rsid w:val="16BC0FCB"/>
    <w:rsid w:val="1708297C"/>
    <w:rsid w:val="17F7C155"/>
    <w:rsid w:val="19628DD7"/>
    <w:rsid w:val="1B845B95"/>
    <w:rsid w:val="1C3B6128"/>
    <w:rsid w:val="1D6BE8E0"/>
    <w:rsid w:val="1FDC8F15"/>
    <w:rsid w:val="2085C6DA"/>
    <w:rsid w:val="20A3FCB6"/>
    <w:rsid w:val="21C76F30"/>
    <w:rsid w:val="2243095E"/>
    <w:rsid w:val="225CF779"/>
    <w:rsid w:val="248AA5EF"/>
    <w:rsid w:val="24EE27EB"/>
    <w:rsid w:val="25AB01A1"/>
    <w:rsid w:val="25DDC6B9"/>
    <w:rsid w:val="2A127530"/>
    <w:rsid w:val="2CD889EC"/>
    <w:rsid w:val="2DAE6F09"/>
    <w:rsid w:val="2DD893CC"/>
    <w:rsid w:val="33C369B7"/>
    <w:rsid w:val="33FD1F75"/>
    <w:rsid w:val="38B47743"/>
    <w:rsid w:val="3B2AA08D"/>
    <w:rsid w:val="3B6711C8"/>
    <w:rsid w:val="3B81810E"/>
    <w:rsid w:val="3B8617E0"/>
    <w:rsid w:val="3BEC1805"/>
    <w:rsid w:val="3D46AA28"/>
    <w:rsid w:val="3DF376BC"/>
    <w:rsid w:val="3F11AE36"/>
    <w:rsid w:val="3F589DDA"/>
    <w:rsid w:val="3F765FAE"/>
    <w:rsid w:val="40A394A7"/>
    <w:rsid w:val="40D6504F"/>
    <w:rsid w:val="4164401D"/>
    <w:rsid w:val="41821B43"/>
    <w:rsid w:val="425B5989"/>
    <w:rsid w:val="426C222C"/>
    <w:rsid w:val="44957A2C"/>
    <w:rsid w:val="457A7FB2"/>
    <w:rsid w:val="45848C49"/>
    <w:rsid w:val="46A3ECDB"/>
    <w:rsid w:val="4759BF63"/>
    <w:rsid w:val="4A314E90"/>
    <w:rsid w:val="4AC2748A"/>
    <w:rsid w:val="4B5D1F59"/>
    <w:rsid w:val="4B85FCF3"/>
    <w:rsid w:val="4C4C5EB3"/>
    <w:rsid w:val="4F0621E8"/>
    <w:rsid w:val="4F6493F6"/>
    <w:rsid w:val="53D3FCFC"/>
    <w:rsid w:val="54153B3A"/>
    <w:rsid w:val="5479AFF5"/>
    <w:rsid w:val="5506B13D"/>
    <w:rsid w:val="55B10B9B"/>
    <w:rsid w:val="582A10BC"/>
    <w:rsid w:val="58E8AC5D"/>
    <w:rsid w:val="597A1B2F"/>
    <w:rsid w:val="5AE04659"/>
    <w:rsid w:val="5E7EBEA9"/>
    <w:rsid w:val="601A8F0A"/>
    <w:rsid w:val="6033708F"/>
    <w:rsid w:val="6213359B"/>
    <w:rsid w:val="62845CF3"/>
    <w:rsid w:val="62DF20B5"/>
    <w:rsid w:val="63CED7F8"/>
    <w:rsid w:val="671F045A"/>
    <w:rsid w:val="67FC5C1E"/>
    <w:rsid w:val="683D9A5C"/>
    <w:rsid w:val="68727051"/>
    <w:rsid w:val="68E894A9"/>
    <w:rsid w:val="6C0A715B"/>
    <w:rsid w:val="6C4063D0"/>
    <w:rsid w:val="6D00B1B9"/>
    <w:rsid w:val="70ABAE14"/>
    <w:rsid w:val="712758E3"/>
    <w:rsid w:val="733F0EC5"/>
    <w:rsid w:val="76C29972"/>
    <w:rsid w:val="78A9527F"/>
    <w:rsid w:val="7CCCC8AE"/>
    <w:rsid w:val="7DE2C4F8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3BB9"/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A13BB9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A13BB9"/>
    <w:pPr>
      <w:keepNext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Nagwek4">
    <w:name w:val="heading 4"/>
    <w:basedOn w:val="Normalny"/>
    <w:next w:val="Normalny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Stopka">
    <w:name w:val="footer"/>
    <w:basedOn w:val="Normalny"/>
    <w:link w:val="StopkaZnak"/>
    <w:uiPriority w:val="99"/>
    <w:rsid w:val="00A13BB9"/>
    <w:pPr>
      <w:tabs>
        <w:tab w:val="center" w:pos="4153"/>
        <w:tab w:val="right" w:pos="8306"/>
      </w:tabs>
    </w:pPr>
  </w:style>
  <w:style w:type="character" w:styleId="Numerstrony">
    <w:name w:val="page number"/>
    <w:basedOn w:val="Domylnaczcionkaakapitu"/>
    <w:rsid w:val="00A13BB9"/>
    <w:rPr>
      <w:rFonts w:ascii="Times New Roman" w:hAnsi="Times New Roman"/>
    </w:rPr>
  </w:style>
  <w:style w:type="character" w:styleId="Hipercze">
    <w:name w:val="Hyperlink"/>
    <w:basedOn w:val="Domylnaczcionkaakapitu"/>
    <w:rsid w:val="00A13BB9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9C1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C14EE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D5F0D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qFormat/>
    <w:rsid w:val="000A7F9B"/>
    <w:rPr>
      <w:i/>
      <w:iCs/>
    </w:rPr>
  </w:style>
  <w:style w:type="character" w:customStyle="1" w:styleId="st1">
    <w:name w:val="st1"/>
    <w:basedOn w:val="Domylnaczcionkaakapitu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ny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omylnaczcionkaakapitu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CF27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F275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F275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F2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F2753"/>
    <w:rPr>
      <w:rFonts w:ascii="Arial" w:hAnsi="Arial"/>
      <w:b/>
      <w:bCs/>
    </w:rPr>
  </w:style>
  <w:style w:type="paragraph" w:styleId="NormalnyWeb">
    <w:name w:val="Normal (Web)"/>
    <w:basedOn w:val="Normalny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ny"/>
    <w:next w:val="Normalny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B7CBC"/>
    <w:rPr>
      <w:rFonts w:ascii="Courier New" w:hAnsi="Courier New" w:cs="Courier New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omylnaczcionkaakapitu"/>
    <w:rsid w:val="004303B8"/>
    <w:rPr>
      <w:rFonts w:ascii="Times New Roman" w:hAnsi="Times New Roman"/>
    </w:rPr>
  </w:style>
  <w:style w:type="character" w:customStyle="1" w:styleId="tokencreated">
    <w:name w:val="token_created"/>
    <w:basedOn w:val="Domylnaczcionkaakapitu"/>
    <w:rsid w:val="004303B8"/>
    <w:rPr>
      <w:rFonts w:ascii="Times New Roman" w:hAnsi="Times New Roman"/>
    </w:rPr>
  </w:style>
  <w:style w:type="character" w:customStyle="1" w:styleId="normaltextrun">
    <w:name w:val="normaltextrun"/>
    <w:basedOn w:val="Domylnaczcionkaakapitu"/>
    <w:rsid w:val="004D7C46"/>
  </w:style>
  <w:style w:type="paragraph" w:styleId="Poprawka">
    <w:name w:val="Revision"/>
    <w:hidden/>
    <w:uiPriority w:val="99"/>
    <w:semiHidden/>
    <w:rsid w:val="00FA6552"/>
    <w:rPr>
      <w:rFonts w:ascii="Arial" w:hAnsi="Arial"/>
      <w:sz w:val="22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2B02C6933ED3469771CA695F086E01" ma:contentTypeVersion="14" ma:contentTypeDescription="Ein neues Dokument erstellen." ma:contentTypeScope="" ma:versionID="d1e96f8b3d4453f1cfccf673b7337298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08cfad5d3816452aa88f5dc1bc380fb1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Quinn Carr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SharingLinks.dfc7be8c-09fd-459d-a057-be9a68f2875d.Flexible.c7cace10-ce41-4529-8741-4657814b57a7</DisplayName>
        <AccountId>249</AccountId>
        <AccountType/>
      </UserInfo>
      <UserInfo>
        <DisplayName>Martin Nolte</DisplayName>
        <AccountId>359</AccountId>
        <AccountType/>
      </UserInfo>
      <UserInfo>
        <DisplayName>Steven Roller</DisplayName>
        <AccountId>272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6DFECE5-FED7-484E-9328-E0B138D01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BD931D-7C22-3440-826B-F5E46B69B9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1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Deere &amp;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Lenge, Ralf</dc:creator>
  <cp:lastModifiedBy>Iwona Plotzke</cp:lastModifiedBy>
  <cp:revision>3</cp:revision>
  <cp:lastPrinted>2024-02-20T11:43:00Z</cp:lastPrinted>
  <dcterms:created xsi:type="dcterms:W3CDTF">2024-02-20T11:43:00Z</dcterms:created>
  <dcterms:modified xsi:type="dcterms:W3CDTF">2024-02-20T11:43:00Z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ActionId">
    <vt:lpwstr>a82ad2cd-5c8a-4121-89bc-d5cb1015a0bf</vt:lpwstr>
  </property>
  <property fmtid="{D5CDD505-2E9C-101B-9397-08002B2CF9AE}" pid="5" name="MSIP_Label_029374dd-2437-4816-8d63-bf9cc1b578e5_ContentBits">
    <vt:lpwstr>2</vt:lpwstr>
  </property>
  <property fmtid="{D5CDD505-2E9C-101B-9397-08002B2CF9AE}" pid="6" name="MSIP_Label_029374dd-2437-4816-8d63-bf9cc1b578e5_Enabled">
    <vt:lpwstr>true</vt:lpwstr>
  </property>
  <property fmtid="{D5CDD505-2E9C-101B-9397-08002B2CF9AE}" pid="7" name="MSIP_Label_029374dd-2437-4816-8d63-bf9cc1b578e5_Method">
    <vt:lpwstr>Privileged</vt:lpwstr>
  </property>
  <property fmtid="{D5CDD505-2E9C-101B-9397-08002B2CF9AE}" pid="8" name="MSIP_Label_029374dd-2437-4816-8d63-bf9cc1b578e5_Name">
    <vt:lpwstr>Public</vt:lpwstr>
  </property>
  <property fmtid="{D5CDD505-2E9C-101B-9397-08002B2CF9AE}" pid="9" name="MSIP_Label_029374dd-2437-4816-8d63-bf9cc1b578e5_SetDate">
    <vt:lpwstr>2023-02-17T10:45:24Z</vt:lpwstr>
  </property>
  <property fmtid="{D5CDD505-2E9C-101B-9397-08002B2CF9AE}" pid="10" name="MSIP_Label_029374dd-2437-4816-8d63-bf9cc1b578e5_SiteId">
    <vt:lpwstr>39b03722-b836-496a-85ec-850f0957ca6b</vt:lpwstr>
  </property>
</Properties>
</file>